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7126C8" w:rsidP="00624106">
            <w:pPr>
              <w:pStyle w:val="CUSTOMBoldColumnHead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5502910</wp:posOffset>
                      </wp:positionH>
                      <wp:positionV relativeFrom="page">
                        <wp:posOffset>4342765</wp:posOffset>
                      </wp:positionV>
                      <wp:extent cx="1090930" cy="102235"/>
                      <wp:effectExtent l="0" t="0" r="0" b="3175"/>
                      <wp:wrapNone/>
                      <wp:docPr id="2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093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77A1C" w:rsidRPr="00F835DA" w:rsidRDefault="00977A1C" w:rsidP="00977A1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B338A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fldChar w:fldCharType="begin"/>
                                  </w:r>
                                  <w:r w:rsidRPr="00B338A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instrText xml:space="preserve"> MACROBUTTON  NoMacro [Enter text here, if required] </w:instrText>
                                  </w:r>
                                  <w:r w:rsidRPr="00B338A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2" o:spid="_x0000_s1026" type="#_x0000_t202" style="position:absolute;margin-left:433.3pt;margin-top:341.95pt;width:85.9pt;height:8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" filled="f" stroked="f" strokeweight=".5pt">
                      <v:textbox style="mso-fit-shape-to-text:t" inset="0,0,0,0">
                        <w:txbxContent>
                          <w:p w:rsidR="00977A1C" w:rsidRPr="00F835DA" w:rsidRDefault="00977A1C" w:rsidP="00977A1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B338A5">
                              <w:rPr>
                                <w:color w:val="000000"/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Pr="00B338A5">
                              <w:rPr>
                                <w:color w:val="000000"/>
                                <w:sz w:val="14"/>
                                <w:szCs w:val="14"/>
                              </w:rPr>
                              <w:instrText xml:space="preserve"> MACROBUTTON  NoMacro [Enter text here, if required] </w:instrText>
                            </w:r>
                            <w:r w:rsidRPr="00B338A5">
                              <w:rPr>
                                <w:color w:val="000000"/>
                                <w:sz w:val="14"/>
                                <w:szCs w:val="1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4342765</wp:posOffset>
                      </wp:positionV>
                      <wp:extent cx="1090930" cy="102235"/>
                      <wp:effectExtent l="0" t="0" r="0" b="1270"/>
                      <wp:wrapNone/>
                      <wp:docPr id="27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093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77A1C" w:rsidRPr="00F835DA" w:rsidRDefault="00977A1C" w:rsidP="00977A1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B338A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fldChar w:fldCharType="begin"/>
                                  </w:r>
                                  <w:r w:rsidRPr="00B338A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instrText xml:space="preserve"> MACROBUTTON  NoMacro [Enter text here, if required] </w:instrText>
                                  </w:r>
                                  <w:r w:rsidRPr="00B338A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27" type="#_x0000_t202" style="position:absolute;margin-left:.55pt;margin-top:341.95pt;width:85.9pt;height:8.0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" filled="f" stroked="f" strokeweight=".5pt">
                      <v:textbox style="mso-fit-shape-to-text:t" inset="0,0,0,0">
                        <w:txbxContent>
                          <w:p w:rsidR="00977A1C" w:rsidRPr="00F835DA" w:rsidRDefault="00977A1C" w:rsidP="00977A1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B338A5">
                              <w:rPr>
                                <w:color w:val="000000"/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Pr="00B338A5">
                              <w:rPr>
                                <w:color w:val="000000"/>
                                <w:sz w:val="14"/>
                                <w:szCs w:val="14"/>
                              </w:rPr>
                              <w:instrText xml:space="preserve"> MACROBUTTON  NoMacro [Enter text here, if required] </w:instrText>
                            </w:r>
                            <w:r w:rsidRPr="00B338A5">
                              <w:rPr>
                                <w:color w:val="000000"/>
                                <w:sz w:val="14"/>
                                <w:szCs w:val="1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D35CC3"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B41C13">
            <w:pPr>
              <w:pStyle w:val="CUSTOMBoldColumnHeading"/>
            </w:pPr>
            <w:r>
              <w:t xml:space="preserve">Assessed by: </w:t>
            </w:r>
            <w:r w:rsidR="00B41C13">
              <w:rPr>
                <w:b w:val="0"/>
              </w:rPr>
              <w:t>Daniel Sims CVS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B41C13">
            <w:pPr>
              <w:pStyle w:val="CUSTOMHeaderText"/>
            </w:pPr>
            <w:r>
              <w:t>Name:</w:t>
            </w:r>
            <w:r w:rsidR="00596D0F">
              <w:t xml:space="preserve"> </w:t>
            </w:r>
            <w:bookmarkStart w:id="0" w:name="_GoBack"/>
            <w:r w:rsidR="00B41C13">
              <w:t>Armstrong, Janis</w:t>
            </w:r>
            <w:bookmarkEnd w:id="0"/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B41C13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r w:rsidR="00B41C13">
              <w:t>902107604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B41C13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B41C13">
              <w:fldChar w:fldCharType="begin"/>
            </w:r>
            <w:r w:rsidR="00B41C13">
              <w:instrText xml:space="preserve"> DATE \@ "dd/MM/yyyy" </w:instrText>
            </w:r>
            <w:r w:rsidR="00B41C13">
              <w:fldChar w:fldCharType="separate"/>
            </w:r>
            <w:r w:rsidR="00B41C13">
              <w:rPr>
                <w:noProof/>
              </w:rPr>
              <w:t>31/07/2019</w:t>
            </w:r>
            <w:r w:rsidR="00B41C13">
              <w:fldChar w:fldCharType="end"/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B41C13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B41C13">
              <w:t>20/11/1961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B41C13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B41C13">
              <w:t>480 619 6649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B41C13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B41C13">
              <w:t>OP</w:t>
            </w:r>
          </w:p>
        </w:tc>
      </w:tr>
      <w:tr w:rsidR="003E416A" w:rsidTr="00133895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B41C13">
            <w:pPr>
              <w:pStyle w:val="CUSTOMHeaderText"/>
            </w:pPr>
            <w:r>
              <w:t xml:space="preserve">Referrer: </w:t>
            </w:r>
            <w:r w:rsidR="00B41C13">
              <w:t xml:space="preserve">Mr </w:t>
            </w:r>
            <w:proofErr w:type="spellStart"/>
            <w:r w:rsidR="00B41C13">
              <w:t>Donati</w:t>
            </w:r>
            <w:proofErr w:type="spellEnd"/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B41C13">
            <w:pPr>
              <w:pStyle w:val="CUSTOMHeaderText"/>
            </w:pPr>
            <w:r>
              <w:t xml:space="preserve">Hospital Site: </w:t>
            </w:r>
            <w:r w:rsidR="00B41C13">
              <w:t>UHL</w:t>
            </w:r>
          </w:p>
        </w:tc>
      </w:tr>
      <w:tr w:rsidR="003E416A" w:rsidTr="00736D69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813362">
            <w:pPr>
              <w:pStyle w:val="CUSTOMHeaderText"/>
            </w:pPr>
            <w:r>
              <w:t xml:space="preserve">Clinical Indications: </w:t>
            </w:r>
            <w:r w:rsidR="00B41C13" w:rsidRPr="00B41C13">
              <w:t>bilateral varicose veins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A078E6" w:rsidP="001F797D">
            <w:pPr>
              <w:pStyle w:val="CUSTOMBoldColumnHeading"/>
            </w:pPr>
            <w:r>
              <w:t xml:space="preserve">Lower Limb </w:t>
            </w:r>
            <w:r w:rsidR="00123164">
              <w:t xml:space="preserve">– </w:t>
            </w:r>
            <w:r w:rsidR="001F797D">
              <w:t xml:space="preserve">BILATERAL </w:t>
            </w:r>
            <w:r w:rsidR="00123164">
              <w:t>Venous I</w:t>
            </w:r>
            <w:r>
              <w:t>nsufficiency scan</w:t>
            </w:r>
            <w:r w:rsidR="001F797D">
              <w:t xml:space="preserve"> 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B41C13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3650615</wp:posOffset>
                      </wp:positionH>
                      <wp:positionV relativeFrom="page">
                        <wp:posOffset>3877310</wp:posOffset>
                      </wp:positionV>
                      <wp:extent cx="323850" cy="1516470"/>
                      <wp:effectExtent l="0" t="0" r="19050" b="26670"/>
                      <wp:wrapNone/>
                      <wp:docPr id="64" name="Freeform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516470"/>
                              </a:xfrm>
                              <a:custGeom>
                                <a:avLst/>
                                <a:gdLst>
                                  <a:gd name="connsiteX0" fmla="*/ 0 w 323850"/>
                                  <a:gd name="connsiteY0" fmla="*/ 0 h 1516470"/>
                                  <a:gd name="connsiteX1" fmla="*/ 38100 w 323850"/>
                                  <a:gd name="connsiteY1" fmla="*/ 295275 h 1516470"/>
                                  <a:gd name="connsiteX2" fmla="*/ 76200 w 323850"/>
                                  <a:gd name="connsiteY2" fmla="*/ 352425 h 1516470"/>
                                  <a:gd name="connsiteX3" fmla="*/ 85725 w 323850"/>
                                  <a:gd name="connsiteY3" fmla="*/ 381000 h 1516470"/>
                                  <a:gd name="connsiteX4" fmla="*/ 95250 w 323850"/>
                                  <a:gd name="connsiteY4" fmla="*/ 438150 h 1516470"/>
                                  <a:gd name="connsiteX5" fmla="*/ 123825 w 323850"/>
                                  <a:gd name="connsiteY5" fmla="*/ 533400 h 1516470"/>
                                  <a:gd name="connsiteX6" fmla="*/ 152400 w 323850"/>
                                  <a:gd name="connsiteY6" fmla="*/ 704850 h 1516470"/>
                                  <a:gd name="connsiteX7" fmla="*/ 180975 w 323850"/>
                                  <a:gd name="connsiteY7" fmla="*/ 809625 h 1516470"/>
                                  <a:gd name="connsiteX8" fmla="*/ 190500 w 323850"/>
                                  <a:gd name="connsiteY8" fmla="*/ 942975 h 1516470"/>
                                  <a:gd name="connsiteX9" fmla="*/ 200025 w 323850"/>
                                  <a:gd name="connsiteY9" fmla="*/ 971550 h 1516470"/>
                                  <a:gd name="connsiteX10" fmla="*/ 209550 w 323850"/>
                                  <a:gd name="connsiteY10" fmla="*/ 1009650 h 1516470"/>
                                  <a:gd name="connsiteX11" fmla="*/ 238125 w 323850"/>
                                  <a:gd name="connsiteY11" fmla="*/ 1143000 h 1516470"/>
                                  <a:gd name="connsiteX12" fmla="*/ 247650 w 323850"/>
                                  <a:gd name="connsiteY12" fmla="*/ 1276350 h 1516470"/>
                                  <a:gd name="connsiteX13" fmla="*/ 257175 w 323850"/>
                                  <a:gd name="connsiteY13" fmla="*/ 1314450 h 1516470"/>
                                  <a:gd name="connsiteX14" fmla="*/ 266700 w 323850"/>
                                  <a:gd name="connsiteY14" fmla="*/ 1362075 h 1516470"/>
                                  <a:gd name="connsiteX15" fmla="*/ 276225 w 323850"/>
                                  <a:gd name="connsiteY15" fmla="*/ 1400175 h 1516470"/>
                                  <a:gd name="connsiteX16" fmla="*/ 285750 w 323850"/>
                                  <a:gd name="connsiteY16" fmla="*/ 1447800 h 1516470"/>
                                  <a:gd name="connsiteX17" fmla="*/ 304800 w 323850"/>
                                  <a:gd name="connsiteY17" fmla="*/ 1514475 h 1516470"/>
                                  <a:gd name="connsiteX18" fmla="*/ 323850 w 323850"/>
                                  <a:gd name="connsiteY18" fmla="*/ 1514475 h 15164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323850" h="1516470">
                                    <a:moveTo>
                                      <a:pt x="0" y="0"/>
                                    </a:moveTo>
                                    <a:cubicBezTo>
                                      <a:pt x="80577" y="134295"/>
                                      <a:pt x="-14524" y="-41521"/>
                                      <a:pt x="38100" y="295275"/>
                                    </a:cubicBezTo>
                                    <a:cubicBezTo>
                                      <a:pt x="41634" y="317896"/>
                                      <a:pt x="68960" y="330705"/>
                                      <a:pt x="76200" y="352425"/>
                                    </a:cubicBezTo>
                                    <a:cubicBezTo>
                                      <a:pt x="79375" y="361950"/>
                                      <a:pt x="83547" y="371199"/>
                                      <a:pt x="85725" y="381000"/>
                                    </a:cubicBezTo>
                                    <a:cubicBezTo>
                                      <a:pt x="89915" y="399853"/>
                                      <a:pt x="90566" y="419414"/>
                                      <a:pt x="95250" y="438150"/>
                                    </a:cubicBezTo>
                                    <a:cubicBezTo>
                                      <a:pt x="111818" y="504423"/>
                                      <a:pt x="113746" y="477968"/>
                                      <a:pt x="123825" y="533400"/>
                                    </a:cubicBezTo>
                                    <a:cubicBezTo>
                                      <a:pt x="134189" y="590404"/>
                                      <a:pt x="138348" y="648642"/>
                                      <a:pt x="152400" y="704850"/>
                                    </a:cubicBezTo>
                                    <a:cubicBezTo>
                                      <a:pt x="173885" y="790790"/>
                                      <a:pt x="163171" y="756212"/>
                                      <a:pt x="180975" y="809625"/>
                                    </a:cubicBezTo>
                                    <a:cubicBezTo>
                                      <a:pt x="184150" y="854075"/>
                                      <a:pt x="185293" y="898717"/>
                                      <a:pt x="190500" y="942975"/>
                                    </a:cubicBezTo>
                                    <a:cubicBezTo>
                                      <a:pt x="191673" y="952946"/>
                                      <a:pt x="197267" y="961896"/>
                                      <a:pt x="200025" y="971550"/>
                                    </a:cubicBezTo>
                                    <a:cubicBezTo>
                                      <a:pt x="203621" y="984137"/>
                                      <a:pt x="207398" y="996737"/>
                                      <a:pt x="209550" y="1009650"/>
                                    </a:cubicBezTo>
                                    <a:cubicBezTo>
                                      <a:pt x="229576" y="1129807"/>
                                      <a:pt x="204696" y="1042714"/>
                                      <a:pt x="238125" y="1143000"/>
                                    </a:cubicBezTo>
                                    <a:cubicBezTo>
                                      <a:pt x="241300" y="1187450"/>
                                      <a:pt x="242729" y="1232059"/>
                                      <a:pt x="247650" y="1276350"/>
                                    </a:cubicBezTo>
                                    <a:cubicBezTo>
                                      <a:pt x="249096" y="1289361"/>
                                      <a:pt x="254335" y="1301671"/>
                                      <a:pt x="257175" y="1314450"/>
                                    </a:cubicBezTo>
                                    <a:cubicBezTo>
                                      <a:pt x="260687" y="1330254"/>
                                      <a:pt x="263188" y="1346271"/>
                                      <a:pt x="266700" y="1362075"/>
                                    </a:cubicBezTo>
                                    <a:cubicBezTo>
                                      <a:pt x="269540" y="1374854"/>
                                      <a:pt x="273385" y="1387396"/>
                                      <a:pt x="276225" y="1400175"/>
                                    </a:cubicBezTo>
                                    <a:cubicBezTo>
                                      <a:pt x="279737" y="1415979"/>
                                      <a:pt x="282238" y="1431996"/>
                                      <a:pt x="285750" y="1447800"/>
                                    </a:cubicBezTo>
                                    <a:cubicBezTo>
                                      <a:pt x="285821" y="1448118"/>
                                      <a:pt x="300254" y="1509929"/>
                                      <a:pt x="304800" y="1514475"/>
                                    </a:cubicBezTo>
                                    <a:cubicBezTo>
                                      <a:pt x="309290" y="1518965"/>
                                      <a:pt x="317500" y="1514475"/>
                                      <a:pt x="323850" y="1514475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4" o:spid="_x0000_s1026" style="position:absolute;margin-left:287.45pt;margin-top:305.3pt;width:25.5pt;height:119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323850,1516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" path="m,c80577,134295,-14524,-41521,38100,295275v3534,22621,30860,35430,38100,57150c79375,361950,83547,371199,85725,381000v4190,18853,4841,38414,9525,57150c111818,504423,113746,477968,123825,533400v10364,57004,14523,115242,28575,171450c173885,790790,163171,756212,180975,809625v3175,44450,4318,89092,9525,133350c191673,952946,197267,961896,200025,971550v3596,12587,7373,25187,9525,38100c229576,1129807,204696,1042714,238125,1143000v3175,44450,4604,89059,9525,133350c249096,1289361,254335,1301671,257175,1314450v3512,15804,6013,31821,9525,47625c269540,1374854,273385,1387396,276225,1400175v3512,15804,6013,31821,9525,47625c285821,1448118,300254,1509929,304800,1514475v4490,4490,12700,,19050,e" filled="f" strokecolor="red" strokeweight="1pt">
                      <v:stroke joinstyle="miter"/>
                      <v:path arrowok="t" o:connecttype="custom" o:connectlocs="0,0;38100,295275;76200,352425;85725,381000;95250,438150;123825,533400;152400,704850;180975,809625;190500,942975;200025,971550;209550,1009650;238125,1143000;247650,1276350;257175,1314450;266700,1362075;276225,1400175;285750,1447800;304800,1514475;323850,1514475" o:connectangles="0,0,0,0,0,0,0,0,0,0,0,0,0,0,0,0,0,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3960948</wp:posOffset>
                      </wp:positionH>
                      <wp:positionV relativeFrom="page">
                        <wp:posOffset>2962910</wp:posOffset>
                      </wp:positionV>
                      <wp:extent cx="356417" cy="1962150"/>
                      <wp:effectExtent l="0" t="0" r="24765" b="19050"/>
                      <wp:wrapNone/>
                      <wp:docPr id="31" name="Freeform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417" cy="1962150"/>
                              </a:xfrm>
                              <a:custGeom>
                                <a:avLst/>
                                <a:gdLst>
                                  <a:gd name="connsiteX0" fmla="*/ 356417 w 356417"/>
                                  <a:gd name="connsiteY0" fmla="*/ 0 h 1962150"/>
                                  <a:gd name="connsiteX1" fmla="*/ 308792 w 356417"/>
                                  <a:gd name="connsiteY1" fmla="*/ 180975 h 1962150"/>
                                  <a:gd name="connsiteX2" fmla="*/ 289742 w 356417"/>
                                  <a:gd name="connsiteY2" fmla="*/ 209550 h 1962150"/>
                                  <a:gd name="connsiteX3" fmla="*/ 280217 w 356417"/>
                                  <a:gd name="connsiteY3" fmla="*/ 342900 h 1962150"/>
                                  <a:gd name="connsiteX4" fmla="*/ 270692 w 356417"/>
                                  <a:gd name="connsiteY4" fmla="*/ 390525 h 1962150"/>
                                  <a:gd name="connsiteX5" fmla="*/ 261167 w 356417"/>
                                  <a:gd name="connsiteY5" fmla="*/ 542925 h 1962150"/>
                                  <a:gd name="connsiteX6" fmla="*/ 251642 w 356417"/>
                                  <a:gd name="connsiteY6" fmla="*/ 581025 h 1962150"/>
                                  <a:gd name="connsiteX7" fmla="*/ 242117 w 356417"/>
                                  <a:gd name="connsiteY7" fmla="*/ 790575 h 1962150"/>
                                  <a:gd name="connsiteX8" fmla="*/ 232592 w 356417"/>
                                  <a:gd name="connsiteY8" fmla="*/ 819150 h 1962150"/>
                                  <a:gd name="connsiteX9" fmla="*/ 175442 w 356417"/>
                                  <a:gd name="connsiteY9" fmla="*/ 895350 h 1962150"/>
                                  <a:gd name="connsiteX10" fmla="*/ 156392 w 356417"/>
                                  <a:gd name="connsiteY10" fmla="*/ 923925 h 1962150"/>
                                  <a:gd name="connsiteX11" fmla="*/ 165917 w 356417"/>
                                  <a:gd name="connsiteY11" fmla="*/ 971550 h 1962150"/>
                                  <a:gd name="connsiteX12" fmla="*/ 175442 w 356417"/>
                                  <a:gd name="connsiteY12" fmla="*/ 1000125 h 1962150"/>
                                  <a:gd name="connsiteX13" fmla="*/ 165917 w 356417"/>
                                  <a:gd name="connsiteY13" fmla="*/ 1104900 h 1962150"/>
                                  <a:gd name="connsiteX14" fmla="*/ 89717 w 356417"/>
                                  <a:gd name="connsiteY14" fmla="*/ 1190625 h 1962150"/>
                                  <a:gd name="connsiteX15" fmla="*/ 70667 w 356417"/>
                                  <a:gd name="connsiteY15" fmla="*/ 1219200 h 1962150"/>
                                  <a:gd name="connsiteX16" fmla="*/ 99242 w 356417"/>
                                  <a:gd name="connsiteY16" fmla="*/ 1209675 h 1962150"/>
                                  <a:gd name="connsiteX17" fmla="*/ 127817 w 356417"/>
                                  <a:gd name="connsiteY17" fmla="*/ 1190625 h 1962150"/>
                                  <a:gd name="connsiteX18" fmla="*/ 137342 w 356417"/>
                                  <a:gd name="connsiteY18" fmla="*/ 1228725 h 1962150"/>
                                  <a:gd name="connsiteX19" fmla="*/ 108767 w 356417"/>
                                  <a:gd name="connsiteY19" fmla="*/ 1238250 h 1962150"/>
                                  <a:gd name="connsiteX20" fmla="*/ 3992 w 356417"/>
                                  <a:gd name="connsiteY20" fmla="*/ 1247775 h 1962150"/>
                                  <a:gd name="connsiteX21" fmla="*/ 23042 w 356417"/>
                                  <a:gd name="connsiteY21" fmla="*/ 1190625 h 1962150"/>
                                  <a:gd name="connsiteX22" fmla="*/ 89717 w 356417"/>
                                  <a:gd name="connsiteY22" fmla="*/ 1152525 h 1962150"/>
                                  <a:gd name="connsiteX23" fmla="*/ 118292 w 356417"/>
                                  <a:gd name="connsiteY23" fmla="*/ 1152525 h 1962150"/>
                                  <a:gd name="connsiteX24" fmla="*/ 146867 w 356417"/>
                                  <a:gd name="connsiteY24" fmla="*/ 1143000 h 1962150"/>
                                  <a:gd name="connsiteX25" fmla="*/ 137342 w 356417"/>
                                  <a:gd name="connsiteY25" fmla="*/ 1171575 h 1962150"/>
                                  <a:gd name="connsiteX26" fmla="*/ 165917 w 356417"/>
                                  <a:gd name="connsiteY26" fmla="*/ 1133475 h 1962150"/>
                                  <a:gd name="connsiteX27" fmla="*/ 204017 w 356417"/>
                                  <a:gd name="connsiteY27" fmla="*/ 1095375 h 1962150"/>
                                  <a:gd name="connsiteX28" fmla="*/ 261167 w 356417"/>
                                  <a:gd name="connsiteY28" fmla="*/ 1047750 h 1962150"/>
                                  <a:gd name="connsiteX29" fmla="*/ 299267 w 356417"/>
                                  <a:gd name="connsiteY29" fmla="*/ 1181100 h 1962150"/>
                                  <a:gd name="connsiteX30" fmla="*/ 261167 w 356417"/>
                                  <a:gd name="connsiteY30" fmla="*/ 1209675 h 1962150"/>
                                  <a:gd name="connsiteX31" fmla="*/ 175442 w 356417"/>
                                  <a:gd name="connsiteY31" fmla="*/ 1247775 h 1962150"/>
                                  <a:gd name="connsiteX32" fmla="*/ 89717 w 356417"/>
                                  <a:gd name="connsiteY32" fmla="*/ 1276350 h 1962150"/>
                                  <a:gd name="connsiteX33" fmla="*/ 61142 w 356417"/>
                                  <a:gd name="connsiteY33" fmla="*/ 1104900 h 1962150"/>
                                  <a:gd name="connsiteX34" fmla="*/ 146867 w 356417"/>
                                  <a:gd name="connsiteY34" fmla="*/ 1123950 h 1962150"/>
                                  <a:gd name="connsiteX35" fmla="*/ 146867 w 356417"/>
                                  <a:gd name="connsiteY35" fmla="*/ 1200150 h 1962150"/>
                                  <a:gd name="connsiteX36" fmla="*/ 108767 w 356417"/>
                                  <a:gd name="connsiteY36" fmla="*/ 1219200 h 1962150"/>
                                  <a:gd name="connsiteX37" fmla="*/ 127817 w 356417"/>
                                  <a:gd name="connsiteY37" fmla="*/ 1295400 h 1962150"/>
                                  <a:gd name="connsiteX38" fmla="*/ 89717 w 356417"/>
                                  <a:gd name="connsiteY38" fmla="*/ 1304925 h 1962150"/>
                                  <a:gd name="connsiteX39" fmla="*/ 61142 w 356417"/>
                                  <a:gd name="connsiteY39" fmla="*/ 1352550 h 1962150"/>
                                  <a:gd name="connsiteX40" fmla="*/ 70667 w 356417"/>
                                  <a:gd name="connsiteY40" fmla="*/ 1552575 h 1962150"/>
                                  <a:gd name="connsiteX41" fmla="*/ 108767 w 356417"/>
                                  <a:gd name="connsiteY41" fmla="*/ 1562100 h 1962150"/>
                                  <a:gd name="connsiteX42" fmla="*/ 118292 w 356417"/>
                                  <a:gd name="connsiteY42" fmla="*/ 1600200 h 1962150"/>
                                  <a:gd name="connsiteX43" fmla="*/ 89717 w 356417"/>
                                  <a:gd name="connsiteY43" fmla="*/ 1762125 h 1962150"/>
                                  <a:gd name="connsiteX44" fmla="*/ 61142 w 356417"/>
                                  <a:gd name="connsiteY44" fmla="*/ 1790700 h 1962150"/>
                                  <a:gd name="connsiteX45" fmla="*/ 42092 w 356417"/>
                                  <a:gd name="connsiteY45" fmla="*/ 1857375 h 1962150"/>
                                  <a:gd name="connsiteX46" fmla="*/ 51617 w 356417"/>
                                  <a:gd name="connsiteY46" fmla="*/ 1962150 h 1962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356417" h="1962150">
                                    <a:moveTo>
                                      <a:pt x="356417" y="0"/>
                                    </a:moveTo>
                                    <a:cubicBezTo>
                                      <a:pt x="340542" y="60325"/>
                                      <a:pt x="327705" y="121533"/>
                                      <a:pt x="308792" y="180975"/>
                                    </a:cubicBezTo>
                                    <a:cubicBezTo>
                                      <a:pt x="305321" y="191884"/>
                                      <a:pt x="291731" y="198277"/>
                                      <a:pt x="289742" y="209550"/>
                                    </a:cubicBezTo>
                                    <a:cubicBezTo>
                                      <a:pt x="281998" y="253435"/>
                                      <a:pt x="284882" y="298582"/>
                                      <a:pt x="280217" y="342900"/>
                                    </a:cubicBezTo>
                                    <a:cubicBezTo>
                                      <a:pt x="278522" y="359000"/>
                                      <a:pt x="273867" y="374650"/>
                                      <a:pt x="270692" y="390525"/>
                                    </a:cubicBezTo>
                                    <a:cubicBezTo>
                                      <a:pt x="267517" y="441325"/>
                                      <a:pt x="266232" y="492278"/>
                                      <a:pt x="261167" y="542925"/>
                                    </a:cubicBezTo>
                                    <a:cubicBezTo>
                                      <a:pt x="259864" y="555951"/>
                                      <a:pt x="252646" y="567973"/>
                                      <a:pt x="251642" y="581025"/>
                                    </a:cubicBezTo>
                                    <a:cubicBezTo>
                                      <a:pt x="246279" y="650741"/>
                                      <a:pt x="247693" y="720876"/>
                                      <a:pt x="242117" y="790575"/>
                                    </a:cubicBezTo>
                                    <a:cubicBezTo>
                                      <a:pt x="241316" y="800583"/>
                                      <a:pt x="237082" y="810170"/>
                                      <a:pt x="232592" y="819150"/>
                                    </a:cubicBezTo>
                                    <a:cubicBezTo>
                                      <a:pt x="221825" y="840684"/>
                                      <a:pt x="185956" y="881331"/>
                                      <a:pt x="175442" y="895350"/>
                                    </a:cubicBezTo>
                                    <a:cubicBezTo>
                                      <a:pt x="168573" y="904508"/>
                                      <a:pt x="162742" y="914400"/>
                                      <a:pt x="156392" y="923925"/>
                                    </a:cubicBezTo>
                                    <a:cubicBezTo>
                                      <a:pt x="159567" y="939800"/>
                                      <a:pt x="161990" y="955844"/>
                                      <a:pt x="165917" y="971550"/>
                                    </a:cubicBezTo>
                                    <a:cubicBezTo>
                                      <a:pt x="168352" y="981290"/>
                                      <a:pt x="175442" y="990085"/>
                                      <a:pt x="175442" y="1000125"/>
                                    </a:cubicBezTo>
                                    <a:cubicBezTo>
                                      <a:pt x="175442" y="1035194"/>
                                      <a:pt x="176377" y="1071427"/>
                                      <a:pt x="165917" y="1104900"/>
                                    </a:cubicBezTo>
                                    <a:cubicBezTo>
                                      <a:pt x="159027" y="1126948"/>
                                      <a:pt x="104708" y="1173136"/>
                                      <a:pt x="89717" y="1190625"/>
                                    </a:cubicBezTo>
                                    <a:cubicBezTo>
                                      <a:pt x="82267" y="1199317"/>
                                      <a:pt x="65547" y="1208961"/>
                                      <a:pt x="70667" y="1219200"/>
                                    </a:cubicBezTo>
                                    <a:cubicBezTo>
                                      <a:pt x="75157" y="1228180"/>
                                      <a:pt x="89717" y="1212850"/>
                                      <a:pt x="99242" y="1209675"/>
                                    </a:cubicBezTo>
                                    <a:cubicBezTo>
                                      <a:pt x="108767" y="1203325"/>
                                      <a:pt x="117578" y="1185505"/>
                                      <a:pt x="127817" y="1190625"/>
                                    </a:cubicBezTo>
                                    <a:cubicBezTo>
                                      <a:pt x="139526" y="1196479"/>
                                      <a:pt x="142204" y="1216570"/>
                                      <a:pt x="137342" y="1228725"/>
                                    </a:cubicBezTo>
                                    <a:cubicBezTo>
                                      <a:pt x="133613" y="1238047"/>
                                      <a:pt x="118292" y="1235075"/>
                                      <a:pt x="108767" y="1238250"/>
                                    </a:cubicBezTo>
                                    <a:cubicBezTo>
                                      <a:pt x="81142" y="1256667"/>
                                      <a:pt x="41802" y="1291886"/>
                                      <a:pt x="3992" y="1247775"/>
                                    </a:cubicBezTo>
                                    <a:cubicBezTo>
                                      <a:pt x="-9076" y="1232529"/>
                                      <a:pt x="13290" y="1208178"/>
                                      <a:pt x="23042" y="1190625"/>
                                    </a:cubicBezTo>
                                    <a:cubicBezTo>
                                      <a:pt x="41348" y="1157675"/>
                                      <a:pt x="57525" y="1160573"/>
                                      <a:pt x="89717" y="1152525"/>
                                    </a:cubicBezTo>
                                    <a:cubicBezTo>
                                      <a:pt x="72834" y="1220055"/>
                                      <a:pt x="75053" y="1183410"/>
                                      <a:pt x="118292" y="1152525"/>
                                    </a:cubicBezTo>
                                    <a:cubicBezTo>
                                      <a:pt x="126462" y="1146689"/>
                                      <a:pt x="137342" y="1146175"/>
                                      <a:pt x="146867" y="1143000"/>
                                    </a:cubicBezTo>
                                    <a:cubicBezTo>
                                      <a:pt x="143692" y="1152525"/>
                                      <a:pt x="128362" y="1176065"/>
                                      <a:pt x="137342" y="1171575"/>
                                    </a:cubicBezTo>
                                    <a:cubicBezTo>
                                      <a:pt x="151541" y="1164475"/>
                                      <a:pt x="155463" y="1145422"/>
                                      <a:pt x="165917" y="1133475"/>
                                    </a:cubicBezTo>
                                    <a:cubicBezTo>
                                      <a:pt x="177744" y="1119958"/>
                                      <a:pt x="192190" y="1108892"/>
                                      <a:pt x="204017" y="1095375"/>
                                    </a:cubicBezTo>
                                    <a:cubicBezTo>
                                      <a:pt x="246757" y="1046529"/>
                                      <a:pt x="212383" y="1064011"/>
                                      <a:pt x="261167" y="1047750"/>
                                    </a:cubicBezTo>
                                    <a:cubicBezTo>
                                      <a:pt x="340606" y="1074230"/>
                                      <a:pt x="349229" y="1056196"/>
                                      <a:pt x="299267" y="1181100"/>
                                    </a:cubicBezTo>
                                    <a:cubicBezTo>
                                      <a:pt x="293371" y="1195840"/>
                                      <a:pt x="274085" y="1200448"/>
                                      <a:pt x="261167" y="1209675"/>
                                    </a:cubicBezTo>
                                    <a:cubicBezTo>
                                      <a:pt x="218683" y="1240021"/>
                                      <a:pt x="238543" y="1224829"/>
                                      <a:pt x="175442" y="1247775"/>
                                    </a:cubicBezTo>
                                    <a:cubicBezTo>
                                      <a:pt x="96533" y="1276469"/>
                                      <a:pt x="159051" y="1259017"/>
                                      <a:pt x="89717" y="1276350"/>
                                    </a:cubicBezTo>
                                    <a:cubicBezTo>
                                      <a:pt x="31720" y="1237685"/>
                                      <a:pt x="-45649" y="1211691"/>
                                      <a:pt x="61142" y="1104900"/>
                                    </a:cubicBezTo>
                                    <a:cubicBezTo>
                                      <a:pt x="81840" y="1084202"/>
                                      <a:pt x="118292" y="1117600"/>
                                      <a:pt x="146867" y="1123950"/>
                                    </a:cubicBezTo>
                                    <a:cubicBezTo>
                                      <a:pt x="155679" y="1150387"/>
                                      <a:pt x="167765" y="1170892"/>
                                      <a:pt x="146867" y="1200150"/>
                                    </a:cubicBezTo>
                                    <a:cubicBezTo>
                                      <a:pt x="138614" y="1211704"/>
                                      <a:pt x="121467" y="1212850"/>
                                      <a:pt x="108767" y="1219200"/>
                                    </a:cubicBezTo>
                                    <a:cubicBezTo>
                                      <a:pt x="117215" y="1233280"/>
                                      <a:pt x="156913" y="1272123"/>
                                      <a:pt x="127817" y="1295400"/>
                                    </a:cubicBezTo>
                                    <a:cubicBezTo>
                                      <a:pt x="117595" y="1303578"/>
                                      <a:pt x="102417" y="1301750"/>
                                      <a:pt x="89717" y="1304925"/>
                                    </a:cubicBezTo>
                                    <a:cubicBezTo>
                                      <a:pt x="80192" y="1320800"/>
                                      <a:pt x="68661" y="1335632"/>
                                      <a:pt x="61142" y="1352550"/>
                                    </a:cubicBezTo>
                                    <a:cubicBezTo>
                                      <a:pt x="36060" y="1408984"/>
                                      <a:pt x="59950" y="1520423"/>
                                      <a:pt x="70667" y="1552575"/>
                                    </a:cubicBezTo>
                                    <a:cubicBezTo>
                                      <a:pt x="74807" y="1564994"/>
                                      <a:pt x="96067" y="1558925"/>
                                      <a:pt x="108767" y="1562100"/>
                                    </a:cubicBezTo>
                                    <a:cubicBezTo>
                                      <a:pt x="111942" y="1574800"/>
                                      <a:pt x="118292" y="1587109"/>
                                      <a:pt x="118292" y="1600200"/>
                                    </a:cubicBezTo>
                                    <a:cubicBezTo>
                                      <a:pt x="118292" y="1647115"/>
                                      <a:pt x="118071" y="1716758"/>
                                      <a:pt x="89717" y="1762125"/>
                                    </a:cubicBezTo>
                                    <a:cubicBezTo>
                                      <a:pt x="82578" y="1773548"/>
                                      <a:pt x="70667" y="1781175"/>
                                      <a:pt x="61142" y="1790700"/>
                                    </a:cubicBezTo>
                                    <a:cubicBezTo>
                                      <a:pt x="54792" y="1812925"/>
                                      <a:pt x="43374" y="1834296"/>
                                      <a:pt x="42092" y="1857375"/>
                                    </a:cubicBezTo>
                                    <a:cubicBezTo>
                                      <a:pt x="40147" y="1892390"/>
                                      <a:pt x="51617" y="1962150"/>
                                      <a:pt x="51617" y="196215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1" o:spid="_x0000_s1026" style="position:absolute;margin-left:311.9pt;margin-top:233.3pt;width:28.05pt;height:15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356417,1962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" path="m356417,c340542,60325,327705,121533,308792,180975v-3471,10909,-17061,17302,-19050,28575c281998,253435,284882,298582,280217,342900v-1695,16100,-6350,31750,-9525,47625c267517,441325,266232,492278,261167,542925v-1303,13026,-8521,25048,-9525,38100c246279,650741,247693,720876,242117,790575v-801,10008,-5035,19595,-9525,28575c221825,840684,185956,881331,175442,895350v-6869,9158,-12700,19050,-19050,28575c159567,939800,161990,955844,165917,971550v2435,9740,9525,18535,9525,28575c175442,1035194,176377,1071427,165917,1104900v-6890,22048,-61209,68236,-76200,85725c82267,1199317,65547,1208961,70667,1219200v4490,8980,19050,-6350,28575,-9525c108767,1203325,117578,1185505,127817,1190625v11709,5854,14387,25945,9525,38100c133613,1238047,118292,1235075,108767,1238250v-27625,18417,-66965,53636,-104775,9525c-9076,1232529,13290,1208178,23042,1190625v18306,-32950,34483,-30052,66675,-38100c72834,1220055,75053,1183410,118292,1152525v8170,-5836,19050,-6350,28575,-9525c143692,1152525,128362,1176065,137342,1171575v14199,-7100,18121,-26153,28575,-38100c177744,1119958,192190,1108892,204017,1095375v42740,-48846,8366,-31364,57150,-47625c340606,1074230,349229,1056196,299267,1181100v-5896,14740,-25182,19348,-38100,28575c218683,1240021,238543,1224829,175442,1247775v-78909,28694,-16391,11242,-85725,28575c31720,1237685,-45649,1211691,61142,1104900v20698,-20698,57150,12700,85725,19050c155679,1150387,167765,1170892,146867,1200150v-8253,11554,-25400,12700,-38100,19050c117215,1233280,156913,1272123,127817,1295400v-10222,8178,-25400,6350,-38100,9525c80192,1320800,68661,1335632,61142,1352550v-25082,56434,-1192,167873,9525,200025c74807,1564994,96067,1558925,108767,1562100v3175,12700,9525,25009,9525,38100c118292,1647115,118071,1716758,89717,1762125v-7139,11423,-19050,19050,-28575,28575c54792,1812925,43374,1834296,42092,1857375v-1945,35015,9525,104775,9525,104775e" filled="f" strokecolor="red" strokeweight="1pt">
                      <v:stroke joinstyle="miter"/>
                      <v:path arrowok="t" o:connecttype="custom" o:connectlocs="356417,0;308792,180975;289742,209550;280217,342900;270692,390525;261167,542925;251642,581025;242117,790575;232592,819150;175442,895350;156392,923925;165917,971550;175442,1000125;165917,1104900;89717,1190625;70667,1219200;99242,1209675;127817,1190625;137342,1228725;108767,1238250;3992,1247775;23042,1190625;89717,1152525;118292,1152525;146867,1143000;137342,1171575;165917,1133475;204017,1095375;261167,1047750;299267,1181100;261167,1209675;175442,1247775;89717,1276350;61142,1104900;146867,1123950;146867,1200150;108767,1219200;127817,1295400;89717,1304925;61142,1352550;70667,1552575;108767,1562100;118292,1600200;89717,1762125;61142,1790700;42092,1857375;51617,1962150" o:connectangles="0,0,0,0,0,0,0,0,0,0,0,0,0,0,0,0,0,0,0,0,0,0,0,0,0,0,0,0,0,0,0,0,0,0,0,0,0,0,0,0,0,0,0,0,0,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1364615</wp:posOffset>
                      </wp:positionH>
                      <wp:positionV relativeFrom="page">
                        <wp:posOffset>1896110</wp:posOffset>
                      </wp:positionV>
                      <wp:extent cx="476250" cy="2878545"/>
                      <wp:effectExtent l="0" t="0" r="38100" b="17145"/>
                      <wp:wrapNone/>
                      <wp:docPr id="30" name="Freeform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878545"/>
                              </a:xfrm>
                              <a:custGeom>
                                <a:avLst/>
                                <a:gdLst>
                                  <a:gd name="connsiteX0" fmla="*/ 0 w 476250"/>
                                  <a:gd name="connsiteY0" fmla="*/ 0 h 2878545"/>
                                  <a:gd name="connsiteX1" fmla="*/ 47625 w 476250"/>
                                  <a:gd name="connsiteY1" fmla="*/ 38100 h 2878545"/>
                                  <a:gd name="connsiteX2" fmla="*/ 95250 w 476250"/>
                                  <a:gd name="connsiteY2" fmla="*/ 76200 h 2878545"/>
                                  <a:gd name="connsiteX3" fmla="*/ 85725 w 476250"/>
                                  <a:gd name="connsiteY3" fmla="*/ 104775 h 2878545"/>
                                  <a:gd name="connsiteX4" fmla="*/ 123825 w 476250"/>
                                  <a:gd name="connsiteY4" fmla="*/ 161925 h 2878545"/>
                                  <a:gd name="connsiteX5" fmla="*/ 133350 w 476250"/>
                                  <a:gd name="connsiteY5" fmla="*/ 219075 h 2878545"/>
                                  <a:gd name="connsiteX6" fmla="*/ 180975 w 476250"/>
                                  <a:gd name="connsiteY6" fmla="*/ 238125 h 2878545"/>
                                  <a:gd name="connsiteX7" fmla="*/ 190500 w 476250"/>
                                  <a:gd name="connsiteY7" fmla="*/ 266700 h 2878545"/>
                                  <a:gd name="connsiteX8" fmla="*/ 180975 w 476250"/>
                                  <a:gd name="connsiteY8" fmla="*/ 295275 h 2878545"/>
                                  <a:gd name="connsiteX9" fmla="*/ 171450 w 476250"/>
                                  <a:gd name="connsiteY9" fmla="*/ 352425 h 2878545"/>
                                  <a:gd name="connsiteX10" fmla="*/ 152400 w 476250"/>
                                  <a:gd name="connsiteY10" fmla="*/ 381000 h 2878545"/>
                                  <a:gd name="connsiteX11" fmla="*/ 161925 w 476250"/>
                                  <a:gd name="connsiteY11" fmla="*/ 476250 h 2878545"/>
                                  <a:gd name="connsiteX12" fmla="*/ 190500 w 476250"/>
                                  <a:gd name="connsiteY12" fmla="*/ 485775 h 2878545"/>
                                  <a:gd name="connsiteX13" fmla="*/ 228600 w 476250"/>
                                  <a:gd name="connsiteY13" fmla="*/ 561975 h 2878545"/>
                                  <a:gd name="connsiteX14" fmla="*/ 266700 w 476250"/>
                                  <a:gd name="connsiteY14" fmla="*/ 571500 h 2878545"/>
                                  <a:gd name="connsiteX15" fmla="*/ 276225 w 476250"/>
                                  <a:gd name="connsiteY15" fmla="*/ 657225 h 2878545"/>
                                  <a:gd name="connsiteX16" fmla="*/ 295275 w 476250"/>
                                  <a:gd name="connsiteY16" fmla="*/ 685800 h 2878545"/>
                                  <a:gd name="connsiteX17" fmla="*/ 314325 w 476250"/>
                                  <a:gd name="connsiteY17" fmla="*/ 857250 h 2878545"/>
                                  <a:gd name="connsiteX18" fmla="*/ 323850 w 476250"/>
                                  <a:gd name="connsiteY18" fmla="*/ 885825 h 2878545"/>
                                  <a:gd name="connsiteX19" fmla="*/ 352425 w 476250"/>
                                  <a:gd name="connsiteY19" fmla="*/ 1104900 h 2878545"/>
                                  <a:gd name="connsiteX20" fmla="*/ 361950 w 476250"/>
                                  <a:gd name="connsiteY20" fmla="*/ 1190625 h 2878545"/>
                                  <a:gd name="connsiteX21" fmla="*/ 381000 w 476250"/>
                                  <a:gd name="connsiteY21" fmla="*/ 1257300 h 2878545"/>
                                  <a:gd name="connsiteX22" fmla="*/ 371475 w 476250"/>
                                  <a:gd name="connsiteY22" fmla="*/ 1409700 h 2878545"/>
                                  <a:gd name="connsiteX23" fmla="*/ 390525 w 476250"/>
                                  <a:gd name="connsiteY23" fmla="*/ 1476375 h 2878545"/>
                                  <a:gd name="connsiteX24" fmla="*/ 428625 w 476250"/>
                                  <a:gd name="connsiteY24" fmla="*/ 1495425 h 2878545"/>
                                  <a:gd name="connsiteX25" fmla="*/ 457200 w 476250"/>
                                  <a:gd name="connsiteY25" fmla="*/ 1514475 h 2878545"/>
                                  <a:gd name="connsiteX26" fmla="*/ 466725 w 476250"/>
                                  <a:gd name="connsiteY26" fmla="*/ 1543050 h 2878545"/>
                                  <a:gd name="connsiteX27" fmla="*/ 438150 w 476250"/>
                                  <a:gd name="connsiteY27" fmla="*/ 1609725 h 2878545"/>
                                  <a:gd name="connsiteX28" fmla="*/ 428625 w 476250"/>
                                  <a:gd name="connsiteY28" fmla="*/ 1657350 h 2878545"/>
                                  <a:gd name="connsiteX29" fmla="*/ 419100 w 476250"/>
                                  <a:gd name="connsiteY29" fmla="*/ 1695450 h 2878545"/>
                                  <a:gd name="connsiteX30" fmla="*/ 428625 w 476250"/>
                                  <a:gd name="connsiteY30" fmla="*/ 1743075 h 2878545"/>
                                  <a:gd name="connsiteX31" fmla="*/ 447675 w 476250"/>
                                  <a:gd name="connsiteY31" fmla="*/ 1771650 h 2878545"/>
                                  <a:gd name="connsiteX32" fmla="*/ 457200 w 476250"/>
                                  <a:gd name="connsiteY32" fmla="*/ 1809750 h 2878545"/>
                                  <a:gd name="connsiteX33" fmla="*/ 447675 w 476250"/>
                                  <a:gd name="connsiteY33" fmla="*/ 1838325 h 2878545"/>
                                  <a:gd name="connsiteX34" fmla="*/ 438150 w 476250"/>
                                  <a:gd name="connsiteY34" fmla="*/ 1876425 h 2878545"/>
                                  <a:gd name="connsiteX35" fmla="*/ 409575 w 476250"/>
                                  <a:gd name="connsiteY35" fmla="*/ 1905000 h 2878545"/>
                                  <a:gd name="connsiteX36" fmla="*/ 381000 w 476250"/>
                                  <a:gd name="connsiteY36" fmla="*/ 1943100 h 2878545"/>
                                  <a:gd name="connsiteX37" fmla="*/ 390525 w 476250"/>
                                  <a:gd name="connsiteY37" fmla="*/ 2009775 h 2878545"/>
                                  <a:gd name="connsiteX38" fmla="*/ 419100 w 476250"/>
                                  <a:gd name="connsiteY38" fmla="*/ 2019300 h 2878545"/>
                                  <a:gd name="connsiteX39" fmla="*/ 438150 w 476250"/>
                                  <a:gd name="connsiteY39" fmla="*/ 2076450 h 2878545"/>
                                  <a:gd name="connsiteX40" fmla="*/ 457200 w 476250"/>
                                  <a:gd name="connsiteY40" fmla="*/ 2276475 h 2878545"/>
                                  <a:gd name="connsiteX41" fmla="*/ 476250 w 476250"/>
                                  <a:gd name="connsiteY41" fmla="*/ 2305050 h 2878545"/>
                                  <a:gd name="connsiteX42" fmla="*/ 466725 w 476250"/>
                                  <a:gd name="connsiteY42" fmla="*/ 2581275 h 2878545"/>
                                  <a:gd name="connsiteX43" fmla="*/ 428625 w 476250"/>
                                  <a:gd name="connsiteY43" fmla="*/ 2638425 h 2878545"/>
                                  <a:gd name="connsiteX44" fmla="*/ 409575 w 476250"/>
                                  <a:gd name="connsiteY44" fmla="*/ 2790825 h 2878545"/>
                                  <a:gd name="connsiteX45" fmla="*/ 419100 w 476250"/>
                                  <a:gd name="connsiteY45" fmla="*/ 2847975 h 2878545"/>
                                  <a:gd name="connsiteX46" fmla="*/ 428625 w 476250"/>
                                  <a:gd name="connsiteY46" fmla="*/ 2876550 h 2878545"/>
                                  <a:gd name="connsiteX47" fmla="*/ 447675 w 476250"/>
                                  <a:gd name="connsiteY47" fmla="*/ 2876550 h 2878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476250" h="2878545">
                                    <a:moveTo>
                                      <a:pt x="0" y="0"/>
                                    </a:moveTo>
                                    <a:cubicBezTo>
                                      <a:pt x="15875" y="12700"/>
                                      <a:pt x="33250" y="23725"/>
                                      <a:pt x="47625" y="38100"/>
                                    </a:cubicBezTo>
                                    <a:cubicBezTo>
                                      <a:pt x="90709" y="81184"/>
                                      <a:pt x="39620" y="57657"/>
                                      <a:pt x="95250" y="76200"/>
                                    </a:cubicBezTo>
                                    <a:cubicBezTo>
                                      <a:pt x="92075" y="85725"/>
                                      <a:pt x="82550" y="95250"/>
                                      <a:pt x="85725" y="104775"/>
                                    </a:cubicBezTo>
                                    <a:cubicBezTo>
                                      <a:pt x="92965" y="126495"/>
                                      <a:pt x="123825" y="161925"/>
                                      <a:pt x="123825" y="161925"/>
                                    </a:cubicBezTo>
                                    <a:cubicBezTo>
                                      <a:pt x="127000" y="180975"/>
                                      <a:pt x="121762" y="203625"/>
                                      <a:pt x="133350" y="219075"/>
                                    </a:cubicBezTo>
                                    <a:cubicBezTo>
                                      <a:pt x="143609" y="232753"/>
                                      <a:pt x="167840" y="227179"/>
                                      <a:pt x="180975" y="238125"/>
                                    </a:cubicBezTo>
                                    <a:cubicBezTo>
                                      <a:pt x="188688" y="244553"/>
                                      <a:pt x="187325" y="257175"/>
                                      <a:pt x="190500" y="266700"/>
                                    </a:cubicBezTo>
                                    <a:cubicBezTo>
                                      <a:pt x="187325" y="276225"/>
                                      <a:pt x="183153" y="285474"/>
                                      <a:pt x="180975" y="295275"/>
                                    </a:cubicBezTo>
                                    <a:cubicBezTo>
                                      <a:pt x="176785" y="314128"/>
                                      <a:pt x="177557" y="334103"/>
                                      <a:pt x="171450" y="352425"/>
                                    </a:cubicBezTo>
                                    <a:cubicBezTo>
                                      <a:pt x="167830" y="363285"/>
                                      <a:pt x="158750" y="371475"/>
                                      <a:pt x="152400" y="381000"/>
                                    </a:cubicBezTo>
                                    <a:cubicBezTo>
                                      <a:pt x="155575" y="412750"/>
                                      <a:pt x="151021" y="446263"/>
                                      <a:pt x="161925" y="476250"/>
                                    </a:cubicBezTo>
                                    <a:cubicBezTo>
                                      <a:pt x="165356" y="485686"/>
                                      <a:pt x="182660" y="479503"/>
                                      <a:pt x="190500" y="485775"/>
                                    </a:cubicBezTo>
                                    <a:cubicBezTo>
                                      <a:pt x="236173" y="522314"/>
                                      <a:pt x="179700" y="513075"/>
                                      <a:pt x="228600" y="561975"/>
                                    </a:cubicBezTo>
                                    <a:cubicBezTo>
                                      <a:pt x="237857" y="571232"/>
                                      <a:pt x="254000" y="568325"/>
                                      <a:pt x="266700" y="571500"/>
                                    </a:cubicBezTo>
                                    <a:cubicBezTo>
                                      <a:pt x="269875" y="600075"/>
                                      <a:pt x="269252" y="629333"/>
                                      <a:pt x="276225" y="657225"/>
                                    </a:cubicBezTo>
                                    <a:cubicBezTo>
                                      <a:pt x="279001" y="668331"/>
                                      <a:pt x="292263" y="674756"/>
                                      <a:pt x="295275" y="685800"/>
                                    </a:cubicBezTo>
                                    <a:cubicBezTo>
                                      <a:pt x="300100" y="703493"/>
                                      <a:pt x="313045" y="848928"/>
                                      <a:pt x="314325" y="857250"/>
                                    </a:cubicBezTo>
                                    <a:cubicBezTo>
                                      <a:pt x="315852" y="867173"/>
                                      <a:pt x="320675" y="876300"/>
                                      <a:pt x="323850" y="885825"/>
                                    </a:cubicBezTo>
                                    <a:cubicBezTo>
                                      <a:pt x="343899" y="1086315"/>
                                      <a:pt x="322719" y="1015783"/>
                                      <a:pt x="352425" y="1104900"/>
                                    </a:cubicBezTo>
                                    <a:cubicBezTo>
                                      <a:pt x="355600" y="1133475"/>
                                      <a:pt x="356652" y="1162367"/>
                                      <a:pt x="361950" y="1190625"/>
                                    </a:cubicBezTo>
                                    <a:cubicBezTo>
                                      <a:pt x="366210" y="1213343"/>
                                      <a:pt x="379996" y="1234207"/>
                                      <a:pt x="381000" y="1257300"/>
                                    </a:cubicBezTo>
                                    <a:cubicBezTo>
                                      <a:pt x="383211" y="1308151"/>
                                      <a:pt x="374650" y="1358900"/>
                                      <a:pt x="371475" y="1409700"/>
                                    </a:cubicBezTo>
                                    <a:cubicBezTo>
                                      <a:pt x="377825" y="1431925"/>
                                      <a:pt x="377703" y="1457143"/>
                                      <a:pt x="390525" y="1476375"/>
                                    </a:cubicBezTo>
                                    <a:cubicBezTo>
                                      <a:pt x="398401" y="1488189"/>
                                      <a:pt x="416297" y="1488380"/>
                                      <a:pt x="428625" y="1495425"/>
                                    </a:cubicBezTo>
                                    <a:cubicBezTo>
                                      <a:pt x="438564" y="1501105"/>
                                      <a:pt x="447675" y="1508125"/>
                                      <a:pt x="457200" y="1514475"/>
                                    </a:cubicBezTo>
                                    <a:cubicBezTo>
                                      <a:pt x="460375" y="1524000"/>
                                      <a:pt x="466725" y="1533010"/>
                                      <a:pt x="466725" y="1543050"/>
                                    </a:cubicBezTo>
                                    <a:cubicBezTo>
                                      <a:pt x="466725" y="1573804"/>
                                      <a:pt x="453704" y="1586394"/>
                                      <a:pt x="438150" y="1609725"/>
                                    </a:cubicBezTo>
                                    <a:cubicBezTo>
                                      <a:pt x="434975" y="1625600"/>
                                      <a:pt x="432137" y="1641546"/>
                                      <a:pt x="428625" y="1657350"/>
                                    </a:cubicBezTo>
                                    <a:cubicBezTo>
                                      <a:pt x="425785" y="1670129"/>
                                      <a:pt x="419100" y="1682359"/>
                                      <a:pt x="419100" y="1695450"/>
                                    </a:cubicBezTo>
                                    <a:cubicBezTo>
                                      <a:pt x="419100" y="1711639"/>
                                      <a:pt x="422941" y="1727916"/>
                                      <a:pt x="428625" y="1743075"/>
                                    </a:cubicBezTo>
                                    <a:cubicBezTo>
                                      <a:pt x="432645" y="1753794"/>
                                      <a:pt x="441325" y="1762125"/>
                                      <a:pt x="447675" y="1771650"/>
                                    </a:cubicBezTo>
                                    <a:cubicBezTo>
                                      <a:pt x="450850" y="1784350"/>
                                      <a:pt x="457200" y="1796659"/>
                                      <a:pt x="457200" y="1809750"/>
                                    </a:cubicBezTo>
                                    <a:cubicBezTo>
                                      <a:pt x="457200" y="1819790"/>
                                      <a:pt x="450433" y="1828671"/>
                                      <a:pt x="447675" y="1838325"/>
                                    </a:cubicBezTo>
                                    <a:cubicBezTo>
                                      <a:pt x="444079" y="1850912"/>
                                      <a:pt x="444645" y="1865059"/>
                                      <a:pt x="438150" y="1876425"/>
                                    </a:cubicBezTo>
                                    <a:cubicBezTo>
                                      <a:pt x="431467" y="1888121"/>
                                      <a:pt x="418341" y="1894773"/>
                                      <a:pt x="409575" y="1905000"/>
                                    </a:cubicBezTo>
                                    <a:cubicBezTo>
                                      <a:pt x="399244" y="1917053"/>
                                      <a:pt x="390525" y="1930400"/>
                                      <a:pt x="381000" y="1943100"/>
                                    </a:cubicBezTo>
                                    <a:cubicBezTo>
                                      <a:pt x="384175" y="1965325"/>
                                      <a:pt x="380485" y="1989695"/>
                                      <a:pt x="390525" y="2009775"/>
                                    </a:cubicBezTo>
                                    <a:cubicBezTo>
                                      <a:pt x="395015" y="2018755"/>
                                      <a:pt x="413264" y="2011130"/>
                                      <a:pt x="419100" y="2019300"/>
                                    </a:cubicBezTo>
                                    <a:cubicBezTo>
                                      <a:pt x="430772" y="2035640"/>
                                      <a:pt x="431800" y="2057400"/>
                                      <a:pt x="438150" y="2076450"/>
                                    </a:cubicBezTo>
                                    <a:cubicBezTo>
                                      <a:pt x="438226" y="2077593"/>
                                      <a:pt x="444171" y="2237388"/>
                                      <a:pt x="457200" y="2276475"/>
                                    </a:cubicBezTo>
                                    <a:cubicBezTo>
                                      <a:pt x="460820" y="2287335"/>
                                      <a:pt x="469900" y="2295525"/>
                                      <a:pt x="476250" y="2305050"/>
                                    </a:cubicBezTo>
                                    <a:cubicBezTo>
                                      <a:pt x="473075" y="2397125"/>
                                      <a:pt x="479754" y="2490071"/>
                                      <a:pt x="466725" y="2581275"/>
                                    </a:cubicBezTo>
                                    <a:cubicBezTo>
                                      <a:pt x="463487" y="2603940"/>
                                      <a:pt x="428625" y="2638425"/>
                                      <a:pt x="428625" y="2638425"/>
                                    </a:cubicBezTo>
                                    <a:cubicBezTo>
                                      <a:pt x="424408" y="2667946"/>
                                      <a:pt x="409575" y="2766816"/>
                                      <a:pt x="409575" y="2790825"/>
                                    </a:cubicBezTo>
                                    <a:cubicBezTo>
                                      <a:pt x="409575" y="2810138"/>
                                      <a:pt x="414910" y="2829122"/>
                                      <a:pt x="419100" y="2847975"/>
                                    </a:cubicBezTo>
                                    <a:cubicBezTo>
                                      <a:pt x="421278" y="2857776"/>
                                      <a:pt x="421525" y="2869450"/>
                                      <a:pt x="428625" y="2876550"/>
                                    </a:cubicBezTo>
                                    <a:cubicBezTo>
                                      <a:pt x="433115" y="2881040"/>
                                      <a:pt x="441325" y="2876550"/>
                                      <a:pt x="447675" y="287655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0" o:spid="_x0000_s1026" style="position:absolute;margin-left:107.45pt;margin-top:149.3pt;width:37.5pt;height:226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476250,2878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" path="m,c15875,12700,33250,23725,47625,38100,90709,81184,39620,57657,95250,76200v-3175,9525,-12700,19050,-9525,28575c92965,126495,123825,161925,123825,161925v3175,19050,-2063,41700,9525,57150c143609,232753,167840,227179,180975,238125v7713,6428,6350,19050,9525,28575c187325,276225,183153,285474,180975,295275v-4190,18853,-3418,38828,-9525,57150c167830,363285,158750,371475,152400,381000v3175,31750,-1379,65263,9525,95250c165356,485686,182660,479503,190500,485775v45673,36539,-10800,27300,38100,76200c237857,571232,254000,568325,266700,571500v3175,28575,2552,57833,9525,85725c279001,668331,292263,674756,295275,685800v4825,17693,17770,163128,19050,171450c315852,867173,320675,876300,323850,885825v20049,200490,-1131,129958,28575,219075c355600,1133475,356652,1162367,361950,1190625v4260,22718,18046,43582,19050,66675c383211,1308151,374650,1358900,371475,1409700v6350,22225,6228,47443,19050,66675c398401,1488189,416297,1488380,428625,1495425v9939,5680,19050,12700,28575,19050c460375,1524000,466725,1533010,466725,1543050v,30754,-13021,43344,-28575,66675c434975,1625600,432137,1641546,428625,1657350v-2840,12779,-9525,25009,-9525,38100c419100,1711639,422941,1727916,428625,1743075v4020,10719,12700,19050,19050,28575c450850,1784350,457200,1796659,457200,1809750v,10040,-6767,18921,-9525,28575c444079,1850912,444645,1865059,438150,1876425v-6683,11696,-19809,18348,-28575,28575c399244,1917053,390525,1930400,381000,1943100v3175,22225,-515,46595,9525,66675c395015,2018755,413264,2011130,419100,2019300v11672,16340,12700,38100,19050,57150c438226,2077593,444171,2237388,457200,2276475v3620,10860,12700,19050,19050,28575c473075,2397125,479754,2490071,466725,2581275v-3238,22665,-38100,57150,-38100,57150c424408,2667946,409575,2766816,409575,2790825v,19313,5335,38297,9525,57150c421278,2857776,421525,2869450,428625,2876550v4490,4490,12700,,19050,e" filled="f" strokecolor="red" strokeweight="1pt">
                      <v:stroke joinstyle="miter"/>
                      <v:path arrowok="t" o:connecttype="custom" o:connectlocs="0,0;47625,38100;95250,76200;85725,104775;123825,161925;133350,219075;180975,238125;190500,266700;180975,295275;171450,352425;152400,381000;161925,476250;190500,485775;228600,561975;266700,571500;276225,657225;295275,685800;314325,857250;323850,885825;352425,1104900;361950,1190625;381000,1257300;371475,1409700;390525,1476375;428625,1495425;457200,1514475;466725,1543050;438150,1609725;428625,1657350;419100,1695450;428625,1743075;447675,1771650;457200,1809750;447675,1838325;438150,1876425;409575,1905000;381000,1943100;390525,2009775;419100,2019300;438150,2076450;457200,2276475;476250,2305050;466725,2581275;428625,2638425;409575,2790825;419100,2847975;428625,2876550;447675,2876550" o:connectangles="0,0,0,0,0,0,0,0,0,0,0,0,0,0,0,0,0,0,0,0,0,0,0,0,0,0,0,0,0,0,0,0,0,0,0,0,0,0,0,0,0,0,0,0,0,0,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1202690</wp:posOffset>
                      </wp:positionH>
                      <wp:positionV relativeFrom="page">
                        <wp:posOffset>1286510</wp:posOffset>
                      </wp:positionV>
                      <wp:extent cx="381000" cy="2362200"/>
                      <wp:effectExtent l="19050" t="0" r="19050" b="19050"/>
                      <wp:wrapNone/>
                      <wp:docPr id="29" name="Freeform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2362200"/>
                              </a:xfrm>
                              <a:custGeom>
                                <a:avLst/>
                                <a:gdLst>
                                  <a:gd name="connsiteX0" fmla="*/ 381000 w 381000"/>
                                  <a:gd name="connsiteY0" fmla="*/ 0 h 2362200"/>
                                  <a:gd name="connsiteX1" fmla="*/ 257175 w 381000"/>
                                  <a:gd name="connsiteY1" fmla="*/ 28575 h 2362200"/>
                                  <a:gd name="connsiteX2" fmla="*/ 171450 w 381000"/>
                                  <a:gd name="connsiteY2" fmla="*/ 57150 h 2362200"/>
                                  <a:gd name="connsiteX3" fmla="*/ 161925 w 381000"/>
                                  <a:gd name="connsiteY3" fmla="*/ 95250 h 2362200"/>
                                  <a:gd name="connsiteX4" fmla="*/ 171450 w 381000"/>
                                  <a:gd name="connsiteY4" fmla="*/ 123825 h 2362200"/>
                                  <a:gd name="connsiteX5" fmla="*/ 152400 w 381000"/>
                                  <a:gd name="connsiteY5" fmla="*/ 209550 h 2362200"/>
                                  <a:gd name="connsiteX6" fmla="*/ 133350 w 381000"/>
                                  <a:gd name="connsiteY6" fmla="*/ 266700 h 2362200"/>
                                  <a:gd name="connsiteX7" fmla="*/ 142875 w 381000"/>
                                  <a:gd name="connsiteY7" fmla="*/ 304800 h 2362200"/>
                                  <a:gd name="connsiteX8" fmla="*/ 171450 w 381000"/>
                                  <a:gd name="connsiteY8" fmla="*/ 314325 h 2362200"/>
                                  <a:gd name="connsiteX9" fmla="*/ 180975 w 381000"/>
                                  <a:gd name="connsiteY9" fmla="*/ 342900 h 2362200"/>
                                  <a:gd name="connsiteX10" fmla="*/ 152400 w 381000"/>
                                  <a:gd name="connsiteY10" fmla="*/ 371475 h 2362200"/>
                                  <a:gd name="connsiteX11" fmla="*/ 123825 w 381000"/>
                                  <a:gd name="connsiteY11" fmla="*/ 381000 h 2362200"/>
                                  <a:gd name="connsiteX12" fmla="*/ 133350 w 381000"/>
                                  <a:gd name="connsiteY12" fmla="*/ 409575 h 2362200"/>
                                  <a:gd name="connsiteX13" fmla="*/ 142875 w 381000"/>
                                  <a:gd name="connsiteY13" fmla="*/ 485775 h 2362200"/>
                                  <a:gd name="connsiteX14" fmla="*/ 152400 w 381000"/>
                                  <a:gd name="connsiteY14" fmla="*/ 514350 h 2362200"/>
                                  <a:gd name="connsiteX15" fmla="*/ 142875 w 381000"/>
                                  <a:gd name="connsiteY15" fmla="*/ 552450 h 2362200"/>
                                  <a:gd name="connsiteX16" fmla="*/ 133350 w 381000"/>
                                  <a:gd name="connsiteY16" fmla="*/ 581025 h 2362200"/>
                                  <a:gd name="connsiteX17" fmla="*/ 161925 w 381000"/>
                                  <a:gd name="connsiteY17" fmla="*/ 552450 h 2362200"/>
                                  <a:gd name="connsiteX18" fmla="*/ 190500 w 381000"/>
                                  <a:gd name="connsiteY18" fmla="*/ 485775 h 2362200"/>
                                  <a:gd name="connsiteX19" fmla="*/ 171450 w 381000"/>
                                  <a:gd name="connsiteY19" fmla="*/ 352425 h 2362200"/>
                                  <a:gd name="connsiteX20" fmla="*/ 161925 w 381000"/>
                                  <a:gd name="connsiteY20" fmla="*/ 314325 h 2362200"/>
                                  <a:gd name="connsiteX21" fmla="*/ 152400 w 381000"/>
                                  <a:gd name="connsiteY21" fmla="*/ 38100 h 2362200"/>
                                  <a:gd name="connsiteX22" fmla="*/ 95250 w 381000"/>
                                  <a:gd name="connsiteY22" fmla="*/ 95250 h 2362200"/>
                                  <a:gd name="connsiteX23" fmla="*/ 85725 w 381000"/>
                                  <a:gd name="connsiteY23" fmla="*/ 161925 h 2362200"/>
                                  <a:gd name="connsiteX24" fmla="*/ 133350 w 381000"/>
                                  <a:gd name="connsiteY24" fmla="*/ 333375 h 2362200"/>
                                  <a:gd name="connsiteX25" fmla="*/ 200025 w 381000"/>
                                  <a:gd name="connsiteY25" fmla="*/ 400050 h 2362200"/>
                                  <a:gd name="connsiteX26" fmla="*/ 190500 w 381000"/>
                                  <a:gd name="connsiteY26" fmla="*/ 533400 h 2362200"/>
                                  <a:gd name="connsiteX27" fmla="*/ 152400 w 381000"/>
                                  <a:gd name="connsiteY27" fmla="*/ 590550 h 2362200"/>
                                  <a:gd name="connsiteX28" fmla="*/ 95250 w 381000"/>
                                  <a:gd name="connsiteY28" fmla="*/ 676275 h 2362200"/>
                                  <a:gd name="connsiteX29" fmla="*/ 104775 w 381000"/>
                                  <a:gd name="connsiteY29" fmla="*/ 733425 h 2362200"/>
                                  <a:gd name="connsiteX30" fmla="*/ 95250 w 381000"/>
                                  <a:gd name="connsiteY30" fmla="*/ 790575 h 2362200"/>
                                  <a:gd name="connsiteX31" fmla="*/ 85725 w 381000"/>
                                  <a:gd name="connsiteY31" fmla="*/ 971550 h 2362200"/>
                                  <a:gd name="connsiteX32" fmla="*/ 76200 w 381000"/>
                                  <a:gd name="connsiteY32" fmla="*/ 1123950 h 2362200"/>
                                  <a:gd name="connsiteX33" fmla="*/ 66675 w 381000"/>
                                  <a:gd name="connsiteY33" fmla="*/ 1333500 h 2362200"/>
                                  <a:gd name="connsiteX34" fmla="*/ 57150 w 381000"/>
                                  <a:gd name="connsiteY34" fmla="*/ 1895475 h 2362200"/>
                                  <a:gd name="connsiteX35" fmla="*/ 47625 w 381000"/>
                                  <a:gd name="connsiteY35" fmla="*/ 1924050 h 2362200"/>
                                  <a:gd name="connsiteX36" fmla="*/ 38100 w 381000"/>
                                  <a:gd name="connsiteY36" fmla="*/ 2095500 h 2362200"/>
                                  <a:gd name="connsiteX37" fmla="*/ 9525 w 381000"/>
                                  <a:gd name="connsiteY37" fmla="*/ 2209800 h 2362200"/>
                                  <a:gd name="connsiteX38" fmla="*/ 0 w 381000"/>
                                  <a:gd name="connsiteY38" fmla="*/ 2247900 h 2362200"/>
                                  <a:gd name="connsiteX39" fmla="*/ 19050 w 381000"/>
                                  <a:gd name="connsiteY39" fmla="*/ 2286000 h 2362200"/>
                                  <a:gd name="connsiteX40" fmla="*/ 47625 w 381000"/>
                                  <a:gd name="connsiteY40" fmla="*/ 2362200 h 2362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</a:cxnLst>
                                <a:rect l="l" t="t" r="r" b="b"/>
                                <a:pathLst>
                                  <a:path w="381000" h="2362200">
                                    <a:moveTo>
                                      <a:pt x="381000" y="0"/>
                                    </a:moveTo>
                                    <a:cubicBezTo>
                                      <a:pt x="203017" y="59328"/>
                                      <a:pt x="455012" y="-20884"/>
                                      <a:pt x="257175" y="28575"/>
                                    </a:cubicBezTo>
                                    <a:cubicBezTo>
                                      <a:pt x="227954" y="35880"/>
                                      <a:pt x="200025" y="47625"/>
                                      <a:pt x="171450" y="57150"/>
                                    </a:cubicBezTo>
                                    <a:cubicBezTo>
                                      <a:pt x="168275" y="69850"/>
                                      <a:pt x="161925" y="82159"/>
                                      <a:pt x="161925" y="95250"/>
                                    </a:cubicBezTo>
                                    <a:cubicBezTo>
                                      <a:pt x="161925" y="105290"/>
                                      <a:pt x="172284" y="113819"/>
                                      <a:pt x="171450" y="123825"/>
                                    </a:cubicBezTo>
                                    <a:cubicBezTo>
                                      <a:pt x="169019" y="152996"/>
                                      <a:pt x="159942" y="181266"/>
                                      <a:pt x="152400" y="209550"/>
                                    </a:cubicBezTo>
                                    <a:cubicBezTo>
                                      <a:pt x="147226" y="228952"/>
                                      <a:pt x="133350" y="266700"/>
                                      <a:pt x="133350" y="266700"/>
                                    </a:cubicBezTo>
                                    <a:cubicBezTo>
                                      <a:pt x="136525" y="279400"/>
                                      <a:pt x="134697" y="294578"/>
                                      <a:pt x="142875" y="304800"/>
                                    </a:cubicBezTo>
                                    <a:cubicBezTo>
                                      <a:pt x="149147" y="312640"/>
                                      <a:pt x="164350" y="307225"/>
                                      <a:pt x="171450" y="314325"/>
                                    </a:cubicBezTo>
                                    <a:cubicBezTo>
                                      <a:pt x="178550" y="321425"/>
                                      <a:pt x="177800" y="333375"/>
                                      <a:pt x="180975" y="342900"/>
                                    </a:cubicBezTo>
                                    <a:cubicBezTo>
                                      <a:pt x="171450" y="352425"/>
                                      <a:pt x="163608" y="364003"/>
                                      <a:pt x="152400" y="371475"/>
                                    </a:cubicBezTo>
                                    <a:cubicBezTo>
                                      <a:pt x="144046" y="377044"/>
                                      <a:pt x="128315" y="372020"/>
                                      <a:pt x="123825" y="381000"/>
                                    </a:cubicBezTo>
                                    <a:cubicBezTo>
                                      <a:pt x="119335" y="389980"/>
                                      <a:pt x="130175" y="400050"/>
                                      <a:pt x="133350" y="409575"/>
                                    </a:cubicBezTo>
                                    <a:cubicBezTo>
                                      <a:pt x="136525" y="434975"/>
                                      <a:pt x="138296" y="460590"/>
                                      <a:pt x="142875" y="485775"/>
                                    </a:cubicBezTo>
                                    <a:cubicBezTo>
                                      <a:pt x="144671" y="495653"/>
                                      <a:pt x="152400" y="504310"/>
                                      <a:pt x="152400" y="514350"/>
                                    </a:cubicBezTo>
                                    <a:cubicBezTo>
                                      <a:pt x="152400" y="527441"/>
                                      <a:pt x="146471" y="539863"/>
                                      <a:pt x="142875" y="552450"/>
                                    </a:cubicBezTo>
                                    <a:cubicBezTo>
                                      <a:pt x="140117" y="562104"/>
                                      <a:pt x="123310" y="581025"/>
                                      <a:pt x="133350" y="581025"/>
                                    </a:cubicBezTo>
                                    <a:cubicBezTo>
                                      <a:pt x="146820" y="581025"/>
                                      <a:pt x="154095" y="563411"/>
                                      <a:pt x="161925" y="552450"/>
                                    </a:cubicBezTo>
                                    <a:cubicBezTo>
                                      <a:pt x="176638" y="531852"/>
                                      <a:pt x="182727" y="509094"/>
                                      <a:pt x="190500" y="485775"/>
                                    </a:cubicBezTo>
                                    <a:cubicBezTo>
                                      <a:pt x="167562" y="416960"/>
                                      <a:pt x="189999" y="491545"/>
                                      <a:pt x="171450" y="352425"/>
                                    </a:cubicBezTo>
                                    <a:cubicBezTo>
                                      <a:pt x="169720" y="339449"/>
                                      <a:pt x="165100" y="327025"/>
                                      <a:pt x="161925" y="314325"/>
                                    </a:cubicBezTo>
                                    <a:cubicBezTo>
                                      <a:pt x="158750" y="222250"/>
                                      <a:pt x="179225" y="126238"/>
                                      <a:pt x="152400" y="38100"/>
                                    </a:cubicBezTo>
                                    <a:cubicBezTo>
                                      <a:pt x="144556" y="12326"/>
                                      <a:pt x="108023" y="71529"/>
                                      <a:pt x="95250" y="95250"/>
                                    </a:cubicBezTo>
                                    <a:cubicBezTo>
                                      <a:pt x="84606" y="115017"/>
                                      <a:pt x="88900" y="139700"/>
                                      <a:pt x="85725" y="161925"/>
                                    </a:cubicBezTo>
                                    <a:cubicBezTo>
                                      <a:pt x="92650" y="245022"/>
                                      <a:pt x="76738" y="276763"/>
                                      <a:pt x="133350" y="333375"/>
                                    </a:cubicBezTo>
                                    <a:lnTo>
                                      <a:pt x="200025" y="400050"/>
                                    </a:lnTo>
                                    <a:cubicBezTo>
                                      <a:pt x="196850" y="444500"/>
                                      <a:pt x="201308" y="490167"/>
                                      <a:pt x="190500" y="533400"/>
                                    </a:cubicBezTo>
                                    <a:cubicBezTo>
                                      <a:pt x="184947" y="555612"/>
                                      <a:pt x="164692" y="571234"/>
                                      <a:pt x="152400" y="590550"/>
                                    </a:cubicBezTo>
                                    <a:cubicBezTo>
                                      <a:pt x="100960" y="671384"/>
                                      <a:pt x="147536" y="606561"/>
                                      <a:pt x="95250" y="676275"/>
                                    </a:cubicBezTo>
                                    <a:cubicBezTo>
                                      <a:pt x="68610" y="756196"/>
                                      <a:pt x="95543" y="650335"/>
                                      <a:pt x="104775" y="733425"/>
                                    </a:cubicBezTo>
                                    <a:cubicBezTo>
                                      <a:pt x="106908" y="752620"/>
                                      <a:pt x="98425" y="771525"/>
                                      <a:pt x="95250" y="790575"/>
                                    </a:cubicBezTo>
                                    <a:cubicBezTo>
                                      <a:pt x="92075" y="850900"/>
                                      <a:pt x="89171" y="911240"/>
                                      <a:pt x="85725" y="971550"/>
                                    </a:cubicBezTo>
                                    <a:cubicBezTo>
                                      <a:pt x="82821" y="1022366"/>
                                      <a:pt x="78875" y="1073121"/>
                                      <a:pt x="76200" y="1123950"/>
                                    </a:cubicBezTo>
                                    <a:cubicBezTo>
                                      <a:pt x="72525" y="1193775"/>
                                      <a:pt x="69850" y="1263650"/>
                                      <a:pt x="66675" y="1333500"/>
                                    </a:cubicBezTo>
                                    <a:cubicBezTo>
                                      <a:pt x="63500" y="1520825"/>
                                      <a:pt x="63190" y="1708220"/>
                                      <a:pt x="57150" y="1895475"/>
                                    </a:cubicBezTo>
                                    <a:cubicBezTo>
                                      <a:pt x="56826" y="1905510"/>
                                      <a:pt x="48577" y="1914055"/>
                                      <a:pt x="47625" y="1924050"/>
                                    </a:cubicBezTo>
                                    <a:cubicBezTo>
                                      <a:pt x="42198" y="1981030"/>
                                      <a:pt x="44421" y="2038612"/>
                                      <a:pt x="38100" y="2095500"/>
                                    </a:cubicBezTo>
                                    <a:cubicBezTo>
                                      <a:pt x="29262" y="2175038"/>
                                      <a:pt x="24057" y="2158939"/>
                                      <a:pt x="9525" y="2209800"/>
                                    </a:cubicBezTo>
                                    <a:cubicBezTo>
                                      <a:pt x="5929" y="2222387"/>
                                      <a:pt x="3175" y="2235200"/>
                                      <a:pt x="0" y="2247900"/>
                                    </a:cubicBezTo>
                                    <a:cubicBezTo>
                                      <a:pt x="6350" y="2260600"/>
                                      <a:pt x="14970" y="2272400"/>
                                      <a:pt x="19050" y="2286000"/>
                                    </a:cubicBezTo>
                                    <a:cubicBezTo>
                                      <a:pt x="42624" y="2364581"/>
                                      <a:pt x="9072" y="2323647"/>
                                      <a:pt x="47625" y="236220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9" o:spid="_x0000_s1026" style="position:absolute;margin-left:94.7pt;margin-top:101.3pt;width:30pt;height:18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381000,236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" path="m381000,c203017,59328,455012,-20884,257175,28575v-29221,7305,-57150,19050,-85725,28575c168275,69850,161925,82159,161925,95250v,10040,10359,18569,9525,28575c169019,152996,159942,181266,152400,209550v-5174,19402,-19050,57150,-19050,57150c136525,279400,134697,294578,142875,304800v6272,7840,21475,2425,28575,9525c178550,321425,177800,333375,180975,342900v-9525,9525,-17367,21103,-28575,28575c144046,377044,128315,372020,123825,381000v-4490,8980,6350,19050,9525,28575c136525,434975,138296,460590,142875,485775v1796,9878,9525,18535,9525,28575c152400,527441,146471,539863,142875,552450v-2758,9654,-19565,28575,-9525,28575c146820,581025,154095,563411,161925,552450v14713,-20598,20802,-43356,28575,-66675c167562,416960,189999,491545,171450,352425v-1730,-12976,-6350,-25400,-9525,-38100c158750,222250,179225,126238,152400,38100,144556,12326,108023,71529,95250,95250v-10644,19767,-6350,44450,-9525,66675c92650,245022,76738,276763,133350,333375r66675,66675c196850,444500,201308,490167,190500,533400v-5553,22212,-25808,37834,-38100,57150c100960,671384,147536,606561,95250,676275v-26640,79921,293,-25940,9525,57150c106908,752620,98425,771525,95250,790575v-3175,60325,-6079,120665,-9525,180975c82821,1022366,78875,1073121,76200,1123950v-3675,69825,-6350,139700,-9525,209550c63500,1520825,63190,1708220,57150,1895475v-324,10035,-8573,18580,-9525,28575c42198,1981030,44421,2038612,38100,2095500v-8838,79538,-14043,63439,-28575,114300c5929,2222387,3175,2235200,,2247900v6350,12700,14970,24500,19050,38100c42624,2364581,9072,2323647,47625,2362200e" filled="f" strokecolor="red" strokeweight="1pt">
                      <v:stroke joinstyle="miter"/>
                      <v:path arrowok="t" o:connecttype="custom" o:connectlocs="381000,0;257175,28575;171450,57150;161925,95250;171450,123825;152400,209550;133350,266700;142875,304800;171450,314325;180975,342900;152400,371475;123825,381000;133350,409575;142875,485775;152400,514350;142875,552450;133350,581025;161925,552450;190500,485775;171450,352425;161925,314325;152400,38100;95250,95250;85725,161925;133350,333375;200025,400050;190500,533400;152400,590550;95250,676275;104775,733425;95250,790575;85725,971550;76200,1123950;66675,1333500;57150,1895475;47625,1924050;38100,2095500;9525,2209800;0,2247900;19050,2286000;47625,2362200" o:connectangles="0,0,0,0,0,0,0,0,0,0,0,0,0,0,0,0,0,0,0,0,0,0,0,0,0,0,0,0,0,0,0,0,0,0,0,0,0,0,0,0,0"/>
                      <w10:wrap anchory="page"/>
                    </v:shape>
                  </w:pict>
                </mc:Fallback>
              </mc:AlternateContent>
            </w:r>
          </w:p>
        </w:tc>
      </w:tr>
      <w:tr w:rsidR="009E0202" w:rsidTr="00B41C13">
        <w:trPr>
          <w:trHeight w:hRule="exact" w:val="775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021342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021342">
              <w:rPr>
                <w:sz w:val="21"/>
                <w:szCs w:val="21"/>
              </w:rPr>
              <w:lastRenderedPageBreak/>
              <w:t>Report:</w:t>
            </w:r>
          </w:p>
          <w:p w:rsidR="00B41C13" w:rsidRDefault="00B41C13" w:rsidP="00B41C13">
            <w:pPr>
              <w:jc w:val="both"/>
            </w:pPr>
          </w:p>
          <w:p w:rsidR="00B41C13" w:rsidRPr="00B41C13" w:rsidRDefault="00B41C13" w:rsidP="00B41C13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RIGHT</w:t>
            </w:r>
          </w:p>
          <w:p w:rsidR="00B41C13" w:rsidRDefault="00B41C13" w:rsidP="00B41C13">
            <w:pPr>
              <w:jc w:val="both"/>
            </w:pPr>
            <w:r>
              <w:t xml:space="preserve">The </w:t>
            </w:r>
            <w:proofErr w:type="spellStart"/>
            <w:r>
              <w:t>Sapheno</w:t>
            </w:r>
            <w:proofErr w:type="spellEnd"/>
            <w:r>
              <w:t>-Femoral Junction (SFJ) and Greater Saphenous vein (GSV) are</w:t>
            </w:r>
            <w:r>
              <w:t xml:space="preserve"> patent and competent.</w:t>
            </w:r>
          </w:p>
          <w:p w:rsidR="00B41C13" w:rsidRDefault="00B41C13" w:rsidP="00B41C13">
            <w:pPr>
              <w:jc w:val="both"/>
            </w:pPr>
            <w:r>
              <w:t xml:space="preserve">The </w:t>
            </w:r>
            <w:proofErr w:type="spellStart"/>
            <w:r>
              <w:t>Sapheno</w:t>
            </w:r>
            <w:proofErr w:type="spellEnd"/>
            <w:r>
              <w:t>-Popliteal Junction (SPJ) and Short Saphenous vein (SSV) are patent a</w:t>
            </w:r>
            <w:r>
              <w:t>nd competent.</w:t>
            </w:r>
          </w:p>
          <w:p w:rsidR="00B41C13" w:rsidRDefault="00B41C13" w:rsidP="00B41C13">
            <w:pPr>
              <w:jc w:val="both"/>
            </w:pPr>
            <w:r>
              <w:t xml:space="preserve">A very tortuous incompetent anterior accessory vein originated from the SFJ. The vein tracks the anterior portion of the thigh branching at the mid-thigh. One vein tracks the </w:t>
            </w:r>
            <w:proofErr w:type="spellStart"/>
            <w:r>
              <w:t>antero</w:t>
            </w:r>
            <w:proofErr w:type="spellEnd"/>
            <w:r>
              <w:t xml:space="preserve">-lateral portion of the thigh to the posterior </w:t>
            </w:r>
            <w:proofErr w:type="spellStart"/>
            <w:proofErr w:type="gramStart"/>
            <w:r>
              <w:t>cal</w:t>
            </w:r>
            <w:proofErr w:type="spellEnd"/>
            <w:r>
              <w:t>,</w:t>
            </w:r>
            <w:proofErr w:type="gramEnd"/>
            <w:r>
              <w:t xml:space="preserve"> this branch forms the cluster of varicose veins at the mid posterior calf.</w:t>
            </w:r>
          </w:p>
          <w:p w:rsidR="00B41C13" w:rsidRDefault="00B41C13" w:rsidP="00B41C13">
            <w:pPr>
              <w:jc w:val="both"/>
            </w:pPr>
            <w:r>
              <w:t xml:space="preserve"> Another branch tracks more medially in the thigh tracking to the distal calf. </w:t>
            </w:r>
          </w:p>
          <w:p w:rsidR="00B41C13" w:rsidRDefault="00B41C13" w:rsidP="00B41C13">
            <w:pPr>
              <w:jc w:val="both"/>
            </w:pPr>
            <w:r>
              <w:t xml:space="preserve">The GSV is &gt;2mm to the mid-calf where the GSV measures 1.8mm. </w:t>
            </w:r>
          </w:p>
          <w:p w:rsidR="00B41C13" w:rsidRDefault="00B41C13" w:rsidP="00B41C13">
            <w:pPr>
              <w:jc w:val="both"/>
            </w:pPr>
            <w:r>
              <w:t xml:space="preserve">All Deep veins </w:t>
            </w:r>
            <w:r>
              <w:t xml:space="preserve">were all patent and competent. </w:t>
            </w:r>
          </w:p>
          <w:p w:rsidR="00B41C13" w:rsidRDefault="00B41C13" w:rsidP="00B41C13">
            <w:pPr>
              <w:jc w:val="both"/>
            </w:pPr>
            <w:r>
              <w:t>No incompetent perforators</w:t>
            </w:r>
            <w:r>
              <w:t xml:space="preserve"> detected. </w:t>
            </w:r>
          </w:p>
          <w:p w:rsidR="00B41C13" w:rsidRPr="00B41C13" w:rsidRDefault="00B41C13" w:rsidP="00B41C13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LEFT</w:t>
            </w:r>
          </w:p>
          <w:p w:rsidR="00B41C13" w:rsidRDefault="00B41C13" w:rsidP="00B41C13">
            <w:pPr>
              <w:jc w:val="both"/>
            </w:pPr>
            <w:r>
              <w:t xml:space="preserve">The </w:t>
            </w:r>
            <w:proofErr w:type="spellStart"/>
            <w:r>
              <w:t>Sapheno</w:t>
            </w:r>
            <w:proofErr w:type="spellEnd"/>
            <w:r>
              <w:t xml:space="preserve">-Femoral Junction (SFJ) and Greater Saphenous vein </w:t>
            </w:r>
            <w:r>
              <w:t>(GSV) are patent and competent.</w:t>
            </w:r>
          </w:p>
          <w:p w:rsidR="00B41C13" w:rsidRDefault="00B41C13" w:rsidP="00B41C13">
            <w:pPr>
              <w:jc w:val="both"/>
            </w:pPr>
            <w:r>
              <w:t xml:space="preserve">The </w:t>
            </w:r>
            <w:proofErr w:type="spellStart"/>
            <w:r>
              <w:t>Sapheno</w:t>
            </w:r>
            <w:proofErr w:type="spellEnd"/>
            <w:r>
              <w:t xml:space="preserve">-Popliteal Junction (SPJ) and Short Saphenous vein </w:t>
            </w:r>
            <w:r>
              <w:t>(SSV) are patent and competent.</w:t>
            </w:r>
          </w:p>
          <w:p w:rsidR="00B41C13" w:rsidRDefault="00B41C13" w:rsidP="00B41C13">
            <w:pPr>
              <w:jc w:val="both"/>
            </w:pPr>
            <w:r>
              <w:t xml:space="preserve">All Deep veins </w:t>
            </w:r>
            <w:r>
              <w:t xml:space="preserve">were all patent and competent. </w:t>
            </w:r>
          </w:p>
          <w:p w:rsidR="00B41C13" w:rsidRDefault="00B41C13" w:rsidP="00B41C13">
            <w:pPr>
              <w:jc w:val="both"/>
            </w:pPr>
            <w:r>
              <w:t>No incompetent perforators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7E5FF0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021342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6C8" w:rsidRDefault="007126C8" w:rsidP="005748E3">
      <w:pPr>
        <w:spacing w:after="0" w:line="240" w:lineRule="auto"/>
      </w:pPr>
      <w:r>
        <w:separator/>
      </w:r>
    </w:p>
  </w:endnote>
  <w:endnote w:type="continuationSeparator" w:id="0">
    <w:p w:rsidR="007126C8" w:rsidRDefault="007126C8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7126C8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1123315</wp:posOffset>
              </wp:positionH>
              <wp:positionV relativeFrom="paragraph">
                <wp:posOffset>-1043305</wp:posOffset>
              </wp:positionV>
              <wp:extent cx="4394200" cy="334645"/>
              <wp:effectExtent l="8890" t="13970" r="0" b="22860"/>
              <wp:wrapNone/>
              <wp:docPr id="1" name="Group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4200" cy="334645"/>
                        <a:chOff x="1450" y="14461"/>
                        <a:chExt cx="6920" cy="527"/>
                      </a:xfrm>
                    </wpg:grpSpPr>
                    <wpg:grpSp>
                      <wpg:cNvPr id="2" name="Group 60"/>
                      <wpg:cNvGrpSpPr>
                        <a:grpSpLocks/>
                      </wpg:cNvGrpSpPr>
                      <wpg:grpSpPr bwMode="auto">
                        <a:xfrm>
                          <a:off x="3746" y="14517"/>
                          <a:ext cx="1534" cy="377"/>
                          <a:chOff x="3656" y="14517"/>
                          <a:chExt cx="1534" cy="377"/>
                        </a:xfrm>
                      </wpg:grpSpPr>
                      <wps:wsp>
                        <wps:cNvPr id="3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6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139" y="14572"/>
                            <a:ext cx="105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AB1" w:rsidRPr="00B8442D" w:rsidRDefault="00D14AB1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superficial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6" name="Group 67"/>
                      <wpg:cNvGrpSpPr>
                        <a:grpSpLocks/>
                      </wpg:cNvGrpSpPr>
                      <wpg:grpSpPr bwMode="auto">
                        <a:xfrm>
                          <a:off x="5512" y="14517"/>
                          <a:ext cx="1403" cy="377"/>
                          <a:chOff x="5512" y="14517"/>
                          <a:chExt cx="1403" cy="377"/>
                        </a:xfrm>
                      </wpg:grpSpPr>
                      <wps:wsp>
                        <wps:cNvPr id="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512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995" y="14572"/>
                            <a:ext cx="920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5FF0" w:rsidRPr="00B8442D" w:rsidRDefault="007E5FF0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deep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9" name="Group 64"/>
                      <wpg:cNvGrpSpPr>
                        <a:grpSpLocks/>
                      </wpg:cNvGrpSpPr>
                      <wpg:grpSpPr bwMode="auto">
                        <a:xfrm>
                          <a:off x="7046" y="14517"/>
                          <a:ext cx="1324" cy="377"/>
                          <a:chOff x="2299" y="14517"/>
                          <a:chExt cx="1324" cy="377"/>
                        </a:xfrm>
                      </wpg:grpSpPr>
                      <wps:wsp>
                        <wps:cNvPr id="1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299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782" y="1457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5FF0" w:rsidRPr="00B8442D" w:rsidRDefault="007E5FF0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 w:rsidRPr="00B8442D">
                                <w:rPr>
                                  <w:sz w:val="14"/>
                                  <w:szCs w:val="14"/>
                                </w:rPr>
                                <w:t>Deep vein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2" name="Group 69"/>
                      <wpg:cNvGrpSpPr>
                        <a:grpSpLocks/>
                      </wpg:cNvGrpSpPr>
                      <wpg:grpSpPr bwMode="auto">
                        <a:xfrm>
                          <a:off x="1450" y="14461"/>
                          <a:ext cx="2185" cy="527"/>
                          <a:chOff x="1180" y="14461"/>
                          <a:chExt cx="2185" cy="527"/>
                        </a:xfrm>
                      </wpg:grpSpPr>
                      <wps:wsp>
                        <wps:cNvPr id="1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180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833" y="14572"/>
                            <a:ext cx="153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369" w:rsidRPr="00B8442D" w:rsidRDefault="007E5FF0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Arrow down and red colour denotes reflux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5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1679" y="14461"/>
                            <a:ext cx="0" cy="52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0C0C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0" o:spid="_x0000_s1032" style="position:absolute;margin-left:88.45pt;margin-top:-82.15pt;width:346pt;height:26.35pt;z-index:251655168" coordorigin="1450,14461" coordsize="6920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">
              <v:group id="Group 60" o:spid="_x0000_s1033" style="position:absolute;left:3746;top:14517;width:1534;height:377" coordorigin="3656,14517" coordsize="153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58" o:spid="_x0000_s1034" style="position:absolute;left:3656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n6VcEA&#10;AADaAAAADwAAAGRycy9kb3ducmV2LnhtbESPQYvCMBSE78L+h/AWvIimKqh0jbKIgp60Knh9NM+2&#10;2LyUJtb6740geBxm5htmvmxNKRqqXWFZwXAQgSBOrS44U3A+bfozEM4jaywtk4InOVgufjpzjLV9&#10;cELN0WciQNjFqCD3voqldGlOBt3AVsTBu9raoA+yzqSu8RHgppSjKJpIgwWHhRwrWuWU3o53o2A/&#10;bqa33m671k8cXk7TRI4O171S3d/2/w+Ep9Z/w5/2VisYw/tKu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p+lXBAAAA2gAAAA8AAAAAAAAAAAAAAAAAmAIAAGRycy9kb3du&#10;cmV2LnhtbFBLBQYAAAAABAAEAPUAAACGAwAAAAA=&#10;" fillcolor="#ade0f9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35" type="#_x0000_t202" style="position:absolute;left:4139;top:14572;width:105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D14AB1" w:rsidRPr="00B8442D" w:rsidRDefault="00D14AB1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superficial vein</w:t>
                        </w:r>
                      </w:p>
                    </w:txbxContent>
                  </v:textbox>
                </v:shape>
              </v:group>
              <v:group id="Group 67" o:spid="_x0000_s1036" style="position:absolute;left:5512;top:14517;width:1403;height:377" coordorigin="5512,14517" coordsize="1403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62" o:spid="_x0000_s1037" style="position:absolute;left:5512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ihcQA&#10;AADaAAAADwAAAGRycy9kb3ducmV2LnhtbESPQUsDMRSE74L/ITzBm03aQ1vWpktRiiKItPWgt8fm&#10;NVl287IksV399UYQehxm5htmVY++FyeKqQ2sYTpRIIibYFq2Gt4P27sliJSRDfaBScM3JajX11cr&#10;rEw4845O+2xFgXCqUIPLeaikTI0jj2kSBuLiHUP0mIuMVpqI5wL3vZwpNZceWy4LDgd6cNR0+y+v&#10;4dEd7Bs/zZvP8eN1al9UVD/dQuvbm3FzDyLTmC/h//az0bCAvyvlBs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hooXEAAAA2gAAAA8AAAAAAAAAAAAAAAAAmAIAAGRycy9k&#10;b3ducmV2LnhtbFBLBQYAAAAABAAEAPUAAACJAwAAAAA=&#10;" fillcolor="#679ad1" strokeweight=".5pt"/>
                <v:shape id="Text Box 63" o:spid="_x0000_s1038" type="#_x0000_t202" style="position:absolute;left:5995;top:14572;width:92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<v:textbox style="mso-fit-shape-to-text:t" inset="0,0,0,0">
                    <w:txbxContent>
                      <w:p w:rsidR="007E5FF0" w:rsidRPr="00B8442D" w:rsidRDefault="007E5FF0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deep vein</w:t>
                        </w:r>
                      </w:p>
                    </w:txbxContent>
                  </v:textbox>
                </v:shape>
              </v:group>
              <v:group id="Group 64" o:spid="_x0000_s1039" style="position:absolute;left:7046;top:14517;width:1324;height:377" coordorigin="2299,1451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Rectangle 65" o:spid="_x0000_s1040" style="position:absolute;left:2299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h0q8MA&#10;AADbAAAADwAAAGRycy9kb3ducmV2LnhtbESPQYvCQAyF7wv+hyGCt3WqB3Gro4ggiIq763rxFjqx&#10;rXYypTNq/febg+At4b2892U6b12l7tSE0rOBQT8BRZx5W3Ju4Pi3+hyDChHZYuWZDDwpwHzW+Zhi&#10;av2Df+l+iLmSEA4pGihirFOtQ1aQw9D3NbFoZ984jLI2ubYNPiTcVXqYJCPtsGRpKLCmZUHZ9XBz&#10;BoJ/JqvT9/7H3S6h9nprs83uy5het11MQEVq49v8ul5bwRd6+UUG0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h0q8MAAADbAAAADwAAAAAAAAAAAAAAAACYAgAAZHJzL2Rv&#10;d25yZXYueG1sUEsFBgAAAAAEAAQA9QAAAIgDAAAAAA==&#10;" fillcolor="yellow" strokeweight=".5pt"/>
                <v:shape id="Text Box 66" o:spid="_x0000_s1041" type="#_x0000_t202" style="position:absolute;left:2782;top:1457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7E5FF0" w:rsidRPr="00B8442D" w:rsidRDefault="007E5FF0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 w:rsidRPr="00B8442D">
                          <w:rPr>
                            <w:sz w:val="14"/>
                            <w:szCs w:val="14"/>
                          </w:rPr>
                          <w:t>Deep vein scarring</w:t>
                        </w:r>
                      </w:p>
                    </w:txbxContent>
                  </v:textbox>
                </v:shape>
              </v:group>
              <v:group id="Group 69" o:spid="_x0000_s1042" style="position:absolute;left:1450;top:14461;width:2185;height:527" coordorigin="1180,14461" coordsize="2185,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angle 52" o:spid="_x0000_s1043" style="position:absolute;left:1180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GBsIA&#10;AADbAAAADwAAAGRycy9kb3ducmV2LnhtbERPTYvCMBC9L/gfwgheRFMVdrUaRRYFD3vRKl6HZmyq&#10;zaTbRO3++82CsLd5vM9ZrFpbiQc1vnSsYDRMQBDnTpdcKDhm28EUhA/IGivHpOCHPKyWnbcFpto9&#10;eU+PQyhEDGGfogITQp1K6XNDFv3Q1cSRu7jGYoiwKaRu8BnDbSXHSfIuLZYcGwzW9Gkovx3uVsE6&#10;O4+93bTf5rQ99WfZVz/7uN6V6nXb9RxEoDb8i1/unY7zJ/D3Szx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dQYGwgAAANsAAAAPAAAAAAAAAAAAAAAAAJgCAABkcnMvZG93&#10;bnJldi54bWxQSwUGAAAAAAQABAD1AAAAhwMAAAAA&#10;" fillcolor="red" strokeweight=".5pt"/>
                <v:shape id="Text Box 53" o:spid="_x0000_s1044" type="#_x0000_t202" style="position:absolute;left:1833;top:14572;width:1532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130369" w:rsidRPr="00B8442D" w:rsidRDefault="007E5FF0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Arrow down and red colour denotes reflux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8" o:spid="_x0000_s1045" type="#_x0000_t32" style="position:absolute;left:1679;top:14461;width:0;height: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vYssAAAADbAAAADwAAAGRycy9kb3ducmV2LnhtbERPzYrCMBC+C75DGGFvmup211KNIssK&#10;i6e16wMMzdgWm0lpYqxvbxYEb/Px/c56O5hWBOpdY1nBfJaAIC6tbrhScPrbTzMQziNrbC2Tgjs5&#10;2G7GozXm2t74SKHwlYgh7HJUUHvf5VK6siaDbmY74sidbW/QR9hXUvd4i+GmlYsk+ZQGG44NNXb0&#10;VVN5Ka5GwQKPRToPafqdLe+X95AcfrNwUOptMuxWIDwN/iV+un90nP8B/7/EA+Tm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YL2LLAAAAA2wAAAA8AAAAAAAAAAAAAAAAA&#10;oQIAAGRycy9kb3ducmV2LnhtbFBLBQYAAAAABAAEAPkAAACOAwAAAAA=&#10;" strokecolor="red" strokeweight="1pt">
                  <v:stroke endarrow="block"/>
                  <v:shadow color="silver"/>
                </v:shape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6192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6C8" w:rsidRDefault="007126C8" w:rsidP="005748E3">
      <w:pPr>
        <w:spacing w:after="0" w:line="240" w:lineRule="auto"/>
      </w:pPr>
      <w:r>
        <w:separator/>
      </w:r>
    </w:p>
  </w:footnote>
  <w:footnote w:type="continuationSeparator" w:id="0">
    <w:p w:rsidR="007126C8" w:rsidRDefault="007126C8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7126C8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1312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4" name="Group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5" name="Picture 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8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5" o:spid="_x0000_s1026" style="position:absolute;margin-left:42.55pt;margin-top:45.95pt;width:510.6pt;height:80.1pt;z-index:-251655168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6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+lr3CAAAA2wAAAA8AAABkcnMvZG93bnJldi54bWxEj19rwjAUxd8Fv0O4A19kphYm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vpa9wgAAANsAAAAPAAAAAAAAAAAAAAAAAJ8C&#10;AABkcnMvZG93bnJldi54bWxQSwUGAAAAAAQABAD3AAAAjgMAAAAA&#10;">
                <v:imagedata r:id="rId3" o:title=""/>
              </v:shape>
              <v:shape id="Picture 87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Z4nEAAAA2wAAAA8AAABkcnMvZG93bnJldi54bWxEj09rwkAUxO+FfoflFXqrm0oIkrqKLVqk&#10;h2BivT+yL38w+zbNriZ++26h4HGYmd8wy/VkOnGlwbWWFbzOIhDEpdUt1wq+j7uXBQjnkTV2lknB&#10;jRysV48PS0y1HTmna+FrESDsUlTQeN+nUrqyIYNuZnvi4FV2MOiDHGqpBxwD3HRyHkWJNNhyWGiw&#10;p4+GynNxMQqqn131dcg9vn/G5yI+bbMDLTKlnp+mzRsIT5O/h//be61gnsDfl/AD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fCZ4nEAAAA2wAAAA8AAAAAAAAAAAAAAAAA&#10;nwIAAGRycy9kb3ducmV2LnhtbFBLBQYAAAAABAAEAPcAAACQ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40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ckzrwIAAKs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D6Rckz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7126C8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EF8E261" wp14:editId="3D11926F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19" name="Group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0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JNSXAAAAA2wAAAA8AAABkcnMvZG93bnJldi54bWxETz1rwzAQ3Qv9D+IKXUojx0MxbpTQlhQy&#10;BZqYzFfpYhtbJ2Mpjvvve0Mg4+N9rzaz79VEY2wDG1guMlDENriWawPV8fu1ABUTssM+MBn4owib&#10;9ePDCksXrvxD0yHVSkI4lmigSWkotY62IY9xEQZi4c5h9JgEjrV2I14l3Pc6z7I37bFlaWhwoK+G&#10;bHe4eCk586XoX/Lfoqu2n/tTYXdTZ415fpo/3kElmtNdfHPvnIFc1ssX+QF6/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sk1JcAAAADbAAAADwAAAAAAAAAAAAAAAACfAgAA&#10;ZHJzL2Rvd25yZXYueG1sUEsFBgAAAAAEAAQA9wAAAIwDAAAAAA==&#10;">
                <v:imagedata r:id="rId3" o:title=""/>
              </v:shape>
              <v:shape id="Picture 8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r//3DAAAA2wAAAA8AAABkcnMvZG93bnJldi54bWxEj0+LwjAUxO8L+x3CE7ytqSKLVKPooot4&#10;EFv1/mhe/2DzUpus1m+/EQSPw8z8hpktOlOLG7WusqxgOIhAEGdWV1woOB03XxMQziNrrC2Tggc5&#10;WMw/P2YYa3vnhG6pL0SAsItRQel9E0vpspIMuoFtiIOX29agD7ItpG7xHuCmlqMo+pYGKw4LJTb0&#10;U1J2Sf+Mgvy6yXeHxOPqd3xJx+f1/kCTvVL9XrecgvDU+Xf41d5qBaMhPL+EHyDn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Cv//c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336" behindDoc="1" locked="1" layoutInCell="0" allowOverlap="1" wp14:anchorId="662B7514" wp14:editId="2C37686B">
          <wp:simplePos x="0" y="0"/>
          <wp:positionH relativeFrom="page">
            <wp:posOffset>1276350</wp:posOffset>
          </wp:positionH>
          <wp:positionV relativeFrom="page">
            <wp:posOffset>3705225</wp:posOffset>
          </wp:positionV>
          <wp:extent cx="4972050" cy="5467350"/>
          <wp:effectExtent l="0" t="0" r="0" b="0"/>
          <wp:wrapNone/>
          <wp:docPr id="91" name="Picture 91" descr="2B POSTERIOR VEINS OF THE LEGS replaced with new anterior vie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1" descr="2B POSTERIOR VEINS OF THE LEGS replaced with new anterior view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65"/>
                  <a:stretch>
                    <a:fillRect/>
                  </a:stretch>
                </pic:blipFill>
                <pic:spPr bwMode="auto">
                  <a:xfrm>
                    <a:off x="0" y="0"/>
                    <a:ext cx="4972050" cy="5467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4144" behindDoc="0" locked="1" layoutInCell="0" allowOverlap="1" wp14:anchorId="64AD96C7" wp14:editId="727E3C30">
              <wp:simplePos x="0" y="0"/>
              <wp:positionH relativeFrom="column">
                <wp:posOffset>4105275</wp:posOffset>
              </wp:positionH>
              <wp:positionV relativeFrom="page">
                <wp:posOffset>3398520</wp:posOffset>
              </wp:positionV>
              <wp:extent cx="859790" cy="224155"/>
              <wp:effectExtent l="9525" t="7620" r="26035" b="25400"/>
              <wp:wrapNone/>
              <wp:docPr id="18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79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5D0996" w:rsidRPr="005D0996" w:rsidRDefault="005D0996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Pos</w:t>
                          </w:r>
                          <w:r w:rsidRPr="005D0996">
                            <w:rPr>
                              <w:sz w:val="18"/>
                              <w:szCs w:val="18"/>
                            </w:rPr>
                            <w:t>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29" type="#_x0000_t202" style="position:absolute;margin-left:323.25pt;margin-top:267.6pt;width:67.7pt;height:17.6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" o:allowincell="f" strokeweight=".5pt">
              <v:shadow on="t" color="silver"/>
              <v:textbox style="mso-fit-shape-to-text:t" inset="1mm,1.2mm,1mm,1.2mm">
                <w:txbxContent>
                  <w:p w:rsidR="005D0996" w:rsidRPr="005D0996" w:rsidRDefault="005D0996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Pos</w:t>
                    </w:r>
                    <w:r w:rsidRPr="005D0996">
                      <w:rPr>
                        <w:sz w:val="18"/>
                        <w:szCs w:val="18"/>
                      </w:rPr>
                      <w:t>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120" behindDoc="0" locked="1" layoutInCell="0" allowOverlap="1" wp14:anchorId="6FD7ECDA" wp14:editId="49A66B4B">
              <wp:simplePos x="0" y="0"/>
              <wp:positionH relativeFrom="column">
                <wp:posOffset>1552575</wp:posOffset>
              </wp:positionH>
              <wp:positionV relativeFrom="page">
                <wp:posOffset>3398520</wp:posOffset>
              </wp:positionV>
              <wp:extent cx="764540" cy="224155"/>
              <wp:effectExtent l="9525" t="7620" r="26035" b="25400"/>
              <wp:wrapNone/>
              <wp:docPr id="17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454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5D0996" w:rsidRPr="005D0996" w:rsidRDefault="005D0996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5D0996">
                            <w:rPr>
                              <w:sz w:val="18"/>
                              <w:szCs w:val="18"/>
                            </w:rPr>
                            <w:t>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0" o:spid="_x0000_s1030" type="#_x0000_t202" style="position:absolute;margin-left:122.25pt;margin-top:267.6pt;width:60.2pt;height:17.6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" o:allowincell="f" strokeweight=".5pt">
              <v:shadow on="t" color="silver"/>
              <v:textbox style="mso-fit-shape-to-text:t" inset="1mm,1.2mm,1mm,1.2mm">
                <w:txbxContent>
                  <w:p w:rsidR="005D0996" w:rsidRPr="005D0996" w:rsidRDefault="005D0996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 w:rsidRPr="005D0996">
                      <w:rPr>
                        <w:sz w:val="18"/>
                        <w:szCs w:val="18"/>
                      </w:rPr>
                      <w:t>Anterior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 wp14:anchorId="106EFF14" wp14:editId="0D3C6C26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42.5pt;margin-top:789.7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zPZsQIAALE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YnM9m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C8"/>
    <w:rsid w:val="000009C6"/>
    <w:rsid w:val="00002C57"/>
    <w:rsid w:val="00004989"/>
    <w:rsid w:val="00021342"/>
    <w:rsid w:val="0002322E"/>
    <w:rsid w:val="00030ECC"/>
    <w:rsid w:val="00031069"/>
    <w:rsid w:val="00033B0B"/>
    <w:rsid w:val="00041FD3"/>
    <w:rsid w:val="0006170F"/>
    <w:rsid w:val="00070AEC"/>
    <w:rsid w:val="00075B57"/>
    <w:rsid w:val="000B1F8C"/>
    <w:rsid w:val="000C302A"/>
    <w:rsid w:val="000C4B93"/>
    <w:rsid w:val="000D03AD"/>
    <w:rsid w:val="000D12F2"/>
    <w:rsid w:val="0012112F"/>
    <w:rsid w:val="00123164"/>
    <w:rsid w:val="00130369"/>
    <w:rsid w:val="0014708E"/>
    <w:rsid w:val="00156E8E"/>
    <w:rsid w:val="00186F8F"/>
    <w:rsid w:val="00191142"/>
    <w:rsid w:val="001A0E8C"/>
    <w:rsid w:val="001A1B5B"/>
    <w:rsid w:val="001A7AF4"/>
    <w:rsid w:val="001B713B"/>
    <w:rsid w:val="001C2A3A"/>
    <w:rsid w:val="001C3912"/>
    <w:rsid w:val="001F797D"/>
    <w:rsid w:val="00210977"/>
    <w:rsid w:val="00226007"/>
    <w:rsid w:val="00271691"/>
    <w:rsid w:val="002739C8"/>
    <w:rsid w:val="002867C0"/>
    <w:rsid w:val="002932DD"/>
    <w:rsid w:val="002C6A41"/>
    <w:rsid w:val="002D4419"/>
    <w:rsid w:val="002D613D"/>
    <w:rsid w:val="002D7122"/>
    <w:rsid w:val="002E04BC"/>
    <w:rsid w:val="003234AA"/>
    <w:rsid w:val="00324212"/>
    <w:rsid w:val="003270E4"/>
    <w:rsid w:val="00344EE6"/>
    <w:rsid w:val="00352F64"/>
    <w:rsid w:val="00382C7D"/>
    <w:rsid w:val="00385FE2"/>
    <w:rsid w:val="003909B4"/>
    <w:rsid w:val="00394CF1"/>
    <w:rsid w:val="003A6622"/>
    <w:rsid w:val="003E416A"/>
    <w:rsid w:val="00400383"/>
    <w:rsid w:val="00404107"/>
    <w:rsid w:val="00411FD4"/>
    <w:rsid w:val="004520A0"/>
    <w:rsid w:val="00477D62"/>
    <w:rsid w:val="004A3BCC"/>
    <w:rsid w:val="004C122B"/>
    <w:rsid w:val="004C256B"/>
    <w:rsid w:val="004E0025"/>
    <w:rsid w:val="004E3E95"/>
    <w:rsid w:val="004F4E3F"/>
    <w:rsid w:val="005060EC"/>
    <w:rsid w:val="00525F48"/>
    <w:rsid w:val="00543410"/>
    <w:rsid w:val="00543DEF"/>
    <w:rsid w:val="00552EAF"/>
    <w:rsid w:val="005534C2"/>
    <w:rsid w:val="005606F1"/>
    <w:rsid w:val="005748E3"/>
    <w:rsid w:val="00583D40"/>
    <w:rsid w:val="005947E5"/>
    <w:rsid w:val="00596D0F"/>
    <w:rsid w:val="005C197D"/>
    <w:rsid w:val="005D0996"/>
    <w:rsid w:val="005D4909"/>
    <w:rsid w:val="005E594C"/>
    <w:rsid w:val="00624106"/>
    <w:rsid w:val="00632733"/>
    <w:rsid w:val="00644C5F"/>
    <w:rsid w:val="00661D13"/>
    <w:rsid w:val="0067732A"/>
    <w:rsid w:val="006A41AD"/>
    <w:rsid w:val="006D2A35"/>
    <w:rsid w:val="006D3CE8"/>
    <w:rsid w:val="00701D82"/>
    <w:rsid w:val="007102C1"/>
    <w:rsid w:val="007112FB"/>
    <w:rsid w:val="007126C8"/>
    <w:rsid w:val="007C5B1B"/>
    <w:rsid w:val="007E5FF0"/>
    <w:rsid w:val="00802E05"/>
    <w:rsid w:val="00803E28"/>
    <w:rsid w:val="00804042"/>
    <w:rsid w:val="00811182"/>
    <w:rsid w:val="00813362"/>
    <w:rsid w:val="00850CED"/>
    <w:rsid w:val="00854725"/>
    <w:rsid w:val="00880184"/>
    <w:rsid w:val="00893153"/>
    <w:rsid w:val="008B3BF4"/>
    <w:rsid w:val="008B3C2A"/>
    <w:rsid w:val="008C4F7F"/>
    <w:rsid w:val="008C67DE"/>
    <w:rsid w:val="008E77CD"/>
    <w:rsid w:val="00907CF4"/>
    <w:rsid w:val="00923531"/>
    <w:rsid w:val="00924EB0"/>
    <w:rsid w:val="009350DF"/>
    <w:rsid w:val="00942505"/>
    <w:rsid w:val="00943CA7"/>
    <w:rsid w:val="00961297"/>
    <w:rsid w:val="00977A1C"/>
    <w:rsid w:val="00984A59"/>
    <w:rsid w:val="00992841"/>
    <w:rsid w:val="009A0ECB"/>
    <w:rsid w:val="009A3EEC"/>
    <w:rsid w:val="009C12E1"/>
    <w:rsid w:val="009D4370"/>
    <w:rsid w:val="009E0202"/>
    <w:rsid w:val="009F0327"/>
    <w:rsid w:val="009F19EF"/>
    <w:rsid w:val="009F70D4"/>
    <w:rsid w:val="00A04256"/>
    <w:rsid w:val="00A078E6"/>
    <w:rsid w:val="00A2369C"/>
    <w:rsid w:val="00A43026"/>
    <w:rsid w:val="00A46516"/>
    <w:rsid w:val="00A62728"/>
    <w:rsid w:val="00A90B05"/>
    <w:rsid w:val="00A90F95"/>
    <w:rsid w:val="00AA0074"/>
    <w:rsid w:val="00AA2AD4"/>
    <w:rsid w:val="00AB09A7"/>
    <w:rsid w:val="00AB7058"/>
    <w:rsid w:val="00AC0857"/>
    <w:rsid w:val="00B03018"/>
    <w:rsid w:val="00B040FE"/>
    <w:rsid w:val="00B13FBA"/>
    <w:rsid w:val="00B14AFB"/>
    <w:rsid w:val="00B35F22"/>
    <w:rsid w:val="00B415C1"/>
    <w:rsid w:val="00B41C13"/>
    <w:rsid w:val="00B46E1E"/>
    <w:rsid w:val="00B734E8"/>
    <w:rsid w:val="00B8442D"/>
    <w:rsid w:val="00B87660"/>
    <w:rsid w:val="00BA480C"/>
    <w:rsid w:val="00BC2B3E"/>
    <w:rsid w:val="00BC5836"/>
    <w:rsid w:val="00C24FD1"/>
    <w:rsid w:val="00C2776E"/>
    <w:rsid w:val="00C36AA5"/>
    <w:rsid w:val="00C44E9D"/>
    <w:rsid w:val="00C64AE2"/>
    <w:rsid w:val="00C943BB"/>
    <w:rsid w:val="00CB3119"/>
    <w:rsid w:val="00D065FF"/>
    <w:rsid w:val="00D14AB1"/>
    <w:rsid w:val="00D254A0"/>
    <w:rsid w:val="00D35CC3"/>
    <w:rsid w:val="00D37604"/>
    <w:rsid w:val="00D86277"/>
    <w:rsid w:val="00D94904"/>
    <w:rsid w:val="00DC01AB"/>
    <w:rsid w:val="00DC5770"/>
    <w:rsid w:val="00DD0B20"/>
    <w:rsid w:val="00DF1DE9"/>
    <w:rsid w:val="00E32912"/>
    <w:rsid w:val="00E339E8"/>
    <w:rsid w:val="00E4100D"/>
    <w:rsid w:val="00E463E3"/>
    <w:rsid w:val="00E6169F"/>
    <w:rsid w:val="00E722DF"/>
    <w:rsid w:val="00E73447"/>
    <w:rsid w:val="00EA5C7C"/>
    <w:rsid w:val="00ED45C7"/>
    <w:rsid w:val="00F028B5"/>
    <w:rsid w:val="00F02F77"/>
    <w:rsid w:val="00F071E8"/>
    <w:rsid w:val="00F16C76"/>
    <w:rsid w:val="00F3457B"/>
    <w:rsid w:val="00F3756B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urefw0.UHL\AppData\Local\Microsoft\Windows\Temporary%20Internet%20Files\Content.IE5\EY2VVZ57\Lower%20Limb%20Venous%20Insufficiency%20scan%20_%20Both%20_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Venous Insufficiency scan _ Both _ Normal</Template>
  <TotalTime>0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2</cp:revision>
  <cp:lastPrinted>2019-01-18T11:11:00Z</cp:lastPrinted>
  <dcterms:created xsi:type="dcterms:W3CDTF">2019-07-31T14:57:00Z</dcterms:created>
  <dcterms:modified xsi:type="dcterms:W3CDTF">2019-07-31T14:57:00Z</dcterms:modified>
</cp:coreProperties>
</file>